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30" w:rsidRPr="00AB0930" w:rsidRDefault="00DE4D95" w:rsidP="001E389E">
      <w:pPr>
        <w:tabs>
          <w:tab w:val="left" w:pos="8430"/>
        </w:tabs>
      </w:pPr>
      <w:r w:rsidRPr="00DE4D95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17D9A" wp14:editId="14FC5AE9">
                <wp:simplePos x="0" y="0"/>
                <wp:positionH relativeFrom="column">
                  <wp:posOffset>6283325</wp:posOffset>
                </wp:positionH>
                <wp:positionV relativeFrom="paragraph">
                  <wp:posOffset>-1304925</wp:posOffset>
                </wp:positionV>
                <wp:extent cx="1186815" cy="1186815"/>
                <wp:effectExtent l="0" t="0" r="0" b="0"/>
                <wp:wrapNone/>
                <wp:docPr id="147" name="Oval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11868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ADA7F97" id="Oval 147" o:spid="_x0000_s1026" style="position:absolute;margin-left:494.75pt;margin-top:-102.75pt;width:93.45pt;height:9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" fillcolor="window" stroked="f" strokeweight="1pt">
                <v:stroke joinstyle="miter"/>
              </v:oval>
            </w:pict>
          </mc:Fallback>
        </mc:AlternateContent>
      </w:r>
      <w:r w:rsidR="00AB0930" w:rsidRPr="00AB0930">
        <w:rPr>
          <w:rFonts w:ascii="Calibri" w:eastAsia="Calibri" w:hAnsi="Calibri" w:cs="Times New Roman"/>
          <w:noProof/>
          <w:color w:val="auto"/>
          <w:sz w:val="22"/>
          <w:szCs w:val="22"/>
          <w:lang w:val="en-ZA" w:eastAsia="en-ZA"/>
        </w:rPr>
        <w:drawing>
          <wp:anchor distT="0" distB="0" distL="114300" distR="114300" simplePos="0" relativeHeight="251653120" behindDoc="1" locked="0" layoutInCell="1" allowOverlap="1" wp14:anchorId="30384794" wp14:editId="7A1ED5AC">
            <wp:simplePos x="0" y="0"/>
            <wp:positionH relativeFrom="column">
              <wp:posOffset>-365658</wp:posOffset>
            </wp:positionH>
            <wp:positionV relativeFrom="paragraph">
              <wp:posOffset>-213360</wp:posOffset>
            </wp:positionV>
            <wp:extent cx="3785616" cy="1314450"/>
            <wp:effectExtent l="0" t="0" r="5715" b="0"/>
            <wp:wrapNone/>
            <wp:docPr id="2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616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389E">
        <w:tab/>
      </w:r>
    </w:p>
    <w:p w:rsidR="00AB0930" w:rsidRPr="00AB0930" w:rsidRDefault="00AB0930" w:rsidP="001E389E">
      <w:pPr>
        <w:jc w:val="right"/>
      </w:pPr>
    </w:p>
    <w:p w:rsidR="00AB0930" w:rsidRPr="00AB0930" w:rsidRDefault="00AB0930" w:rsidP="00EC38FB">
      <w:pPr>
        <w:jc w:val="center"/>
      </w:pPr>
    </w:p>
    <w:p w:rsidR="00AB0930" w:rsidRDefault="00EC38FB" w:rsidP="00EC38FB">
      <w:pPr>
        <w:tabs>
          <w:tab w:val="left" w:pos="5292"/>
        </w:tabs>
      </w:pPr>
      <w:r>
        <w:tab/>
      </w:r>
    </w:p>
    <w:p w:rsidR="00AB0930" w:rsidRDefault="00EC38FB" w:rsidP="00EC38FB">
      <w:pPr>
        <w:tabs>
          <w:tab w:val="left" w:pos="1440"/>
        </w:tabs>
      </w:pPr>
      <w:r>
        <w:tab/>
      </w:r>
    </w:p>
    <w:p w:rsidR="00AB0930" w:rsidRPr="00AB0930" w:rsidRDefault="00AB0930" w:rsidP="00AB0930"/>
    <w:p w:rsidR="00AB0930" w:rsidRPr="00AB0930" w:rsidRDefault="00AB0930" w:rsidP="00AB0930"/>
    <w:p w:rsidR="00AB0930" w:rsidRPr="00AB0930" w:rsidRDefault="00AB0930" w:rsidP="00AB0930">
      <w:pPr>
        <w:keepNext/>
        <w:tabs>
          <w:tab w:val="left" w:pos="1134"/>
        </w:tabs>
        <w:spacing w:after="0" w:line="240" w:lineRule="auto"/>
        <w:jc w:val="center"/>
        <w:outlineLvl w:val="3"/>
        <w:rPr>
          <w:rFonts w:asciiTheme="majorHAnsi" w:eastAsia="Times New Roman" w:hAnsiTheme="majorHAnsi" w:cs="Arial"/>
          <w:b/>
          <w:bCs/>
          <w:i/>
          <w:color w:val="FF0000"/>
          <w:sz w:val="52"/>
          <w:szCs w:val="52"/>
          <w:lang w:val="en-ZA" w:eastAsia="en-US"/>
        </w:rPr>
      </w:pPr>
      <w:r w:rsidRPr="00AB0930">
        <w:rPr>
          <w:rFonts w:asciiTheme="majorHAnsi" w:eastAsia="Times New Roman" w:hAnsiTheme="majorHAnsi" w:cs="Arial"/>
          <w:b/>
          <w:bCs/>
          <w:color w:val="auto"/>
          <w:sz w:val="52"/>
          <w:szCs w:val="52"/>
          <w:lang w:val="en-ZA" w:eastAsia="en-US"/>
        </w:rPr>
        <w:t>AGENDA</w:t>
      </w:r>
      <w:r w:rsidRPr="00AB0930">
        <w:rPr>
          <w:rFonts w:asciiTheme="majorHAnsi" w:eastAsia="Times New Roman" w:hAnsiTheme="majorHAnsi" w:cs="Arial"/>
          <w:b/>
          <w:bCs/>
          <w:noProof/>
          <w:color w:val="auto"/>
          <w:sz w:val="52"/>
          <w:szCs w:val="52"/>
          <w:lang w:val="en-GB" w:eastAsia="en-GB"/>
        </w:rPr>
        <w:t xml:space="preserve"> </w:t>
      </w:r>
    </w:p>
    <w:p w:rsidR="00AB0930" w:rsidRPr="00EC38FB" w:rsidRDefault="00AB0930" w:rsidP="00AB0930">
      <w:pPr>
        <w:rPr>
          <w:rFonts w:asciiTheme="majorHAnsi" w:hAnsiTheme="majorHAnsi"/>
        </w:rPr>
      </w:pPr>
    </w:p>
    <w:p w:rsidR="00AB0930" w:rsidRPr="00EC38FB" w:rsidRDefault="00AB0930" w:rsidP="00AB0930">
      <w:pPr>
        <w:rPr>
          <w:rFonts w:asciiTheme="majorHAnsi" w:hAnsiTheme="majorHAnsi"/>
        </w:rPr>
      </w:pPr>
    </w:p>
    <w:p w:rsidR="00AB0930" w:rsidRPr="00EC38FB" w:rsidRDefault="00AB0930" w:rsidP="00AB0930">
      <w:pPr>
        <w:rPr>
          <w:rFonts w:asciiTheme="majorHAnsi" w:hAnsiTheme="majorHAnsi"/>
        </w:rPr>
      </w:pPr>
    </w:p>
    <w:p w:rsidR="00AB0930" w:rsidRPr="00AB0930" w:rsidRDefault="0009337B" w:rsidP="00AB0930">
      <w:pPr>
        <w:keepNext/>
        <w:spacing w:after="0" w:line="360" w:lineRule="auto"/>
        <w:jc w:val="center"/>
        <w:outlineLvl w:val="3"/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</w:pPr>
      <w:r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>Q</w:t>
      </w:r>
      <w:r w:rsidR="006806F3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 xml:space="preserve">4 </w:t>
      </w:r>
      <w:r w:rsidR="00AB0930" w:rsidRPr="00AB0930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 xml:space="preserve">NATIONAL MANAGEMENT </w:t>
      </w:r>
      <w:r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>PERFORMANCE REVIEW (</w:t>
      </w:r>
      <w:r w:rsidR="00AB0930" w:rsidRPr="00AB0930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>2020/21)</w:t>
      </w:r>
    </w:p>
    <w:p w:rsidR="00AB0930" w:rsidRPr="00AB0930" w:rsidRDefault="00AB0930" w:rsidP="00AB0930">
      <w:pPr>
        <w:keepNext/>
        <w:tabs>
          <w:tab w:val="left" w:pos="709"/>
          <w:tab w:val="left" w:pos="851"/>
          <w:tab w:val="left" w:pos="1134"/>
        </w:tabs>
        <w:spacing w:after="0" w:line="360" w:lineRule="auto"/>
        <w:jc w:val="center"/>
        <w:outlineLvl w:val="0"/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</w:pPr>
      <w:r w:rsidRPr="00AB0930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 xml:space="preserve">   </w:t>
      </w:r>
    </w:p>
    <w:p w:rsidR="00AB0930" w:rsidRPr="00AB0930" w:rsidRDefault="00AB0930" w:rsidP="00AB0930">
      <w:pPr>
        <w:keepNext/>
        <w:tabs>
          <w:tab w:val="left" w:pos="709"/>
          <w:tab w:val="left" w:pos="851"/>
          <w:tab w:val="left" w:pos="1134"/>
        </w:tabs>
        <w:spacing w:after="0" w:line="360" w:lineRule="auto"/>
        <w:jc w:val="center"/>
        <w:outlineLvl w:val="0"/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</w:pPr>
      <w:r w:rsidRPr="00AB0930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 xml:space="preserve">VENUE: </w:t>
      </w:r>
      <w:r w:rsidR="0009337B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>KGOŠI MAMPURU MANAGEMENT AREA</w:t>
      </w:r>
    </w:p>
    <w:p w:rsidR="00AB0930" w:rsidRPr="00237BBD" w:rsidRDefault="00AB0930" w:rsidP="00AB0930">
      <w:pPr>
        <w:keepNext/>
        <w:tabs>
          <w:tab w:val="left" w:pos="709"/>
          <w:tab w:val="left" w:pos="851"/>
          <w:tab w:val="left" w:pos="1134"/>
        </w:tabs>
        <w:spacing w:after="0" w:line="360" w:lineRule="auto"/>
        <w:jc w:val="center"/>
        <w:outlineLvl w:val="0"/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</w:pPr>
      <w:r w:rsidRPr="00237BBD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 xml:space="preserve">DATE: </w:t>
      </w:r>
      <w:r w:rsidR="00891F62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>17</w:t>
      </w:r>
      <w:r w:rsidR="00237BBD" w:rsidRPr="00237BBD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 xml:space="preserve"> </w:t>
      </w:r>
      <w:r w:rsidR="006806F3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>MAY</w:t>
      </w:r>
      <w:r w:rsidR="0009337B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 xml:space="preserve"> 2021</w:t>
      </w:r>
      <w:r w:rsidR="009B406B" w:rsidRPr="00237BBD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 xml:space="preserve"> </w:t>
      </w:r>
    </w:p>
    <w:p w:rsidR="00AB0930" w:rsidRPr="00AB0930" w:rsidRDefault="00AB0930" w:rsidP="00AB0930">
      <w:pPr>
        <w:keepNext/>
        <w:tabs>
          <w:tab w:val="left" w:pos="709"/>
          <w:tab w:val="left" w:pos="851"/>
          <w:tab w:val="left" w:pos="1134"/>
        </w:tabs>
        <w:spacing w:after="0" w:line="360" w:lineRule="auto"/>
        <w:jc w:val="center"/>
        <w:outlineLvl w:val="0"/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</w:pPr>
    </w:p>
    <w:p w:rsidR="00AB0930" w:rsidRPr="00AB0930" w:rsidRDefault="00AB0930" w:rsidP="00AB0930">
      <w:pPr>
        <w:keepNext/>
        <w:tabs>
          <w:tab w:val="left" w:pos="709"/>
          <w:tab w:val="left" w:pos="851"/>
          <w:tab w:val="left" w:pos="1134"/>
        </w:tabs>
        <w:spacing w:after="0" w:line="360" w:lineRule="auto"/>
        <w:jc w:val="center"/>
        <w:outlineLvl w:val="0"/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</w:pPr>
      <w:r w:rsidRPr="00AB0930">
        <w:rPr>
          <w:rFonts w:asciiTheme="majorHAnsi" w:eastAsia="Times New Roman" w:hAnsiTheme="majorHAnsi" w:cs="Arial"/>
          <w:b/>
          <w:bCs/>
          <w:color w:val="auto"/>
          <w:sz w:val="40"/>
          <w:szCs w:val="40"/>
          <w:lang w:val="en-ZA" w:eastAsia="en-US"/>
        </w:rPr>
        <w:t>CHAIRPERSON: NATIONAL COMMISSIONER</w:t>
      </w:r>
    </w:p>
    <w:p w:rsidR="00AB0930" w:rsidRPr="00AB0930" w:rsidRDefault="00AB0930" w:rsidP="00AB0930">
      <w:pPr>
        <w:spacing w:after="0" w:line="276" w:lineRule="auto"/>
        <w:jc w:val="center"/>
        <w:rPr>
          <w:rFonts w:ascii="Calibri" w:eastAsia="Times New Roman" w:hAnsi="Calibri" w:cs="Arial"/>
          <w:b/>
          <w:bCs/>
          <w:color w:val="auto"/>
          <w:sz w:val="22"/>
          <w:szCs w:val="22"/>
          <w:lang w:val="en-ZA" w:eastAsia="en-US"/>
        </w:rPr>
      </w:pPr>
    </w:p>
    <w:p w:rsidR="00AB0930" w:rsidRDefault="00394FEF" w:rsidP="00AB0930">
      <w:pPr>
        <w:spacing w:after="0" w:line="240" w:lineRule="auto"/>
        <w:rPr>
          <w:rFonts w:asciiTheme="majorHAnsi" w:hAnsiTheme="majorHAnsi"/>
          <w:color w:val="auto"/>
          <w:sz w:val="52"/>
        </w:rPr>
      </w:pPr>
      <w:r w:rsidRPr="00DE4D95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4D28D0" wp14:editId="61238442">
                <wp:simplePos x="0" y="0"/>
                <wp:positionH relativeFrom="column">
                  <wp:posOffset>-1469390</wp:posOffset>
                </wp:positionH>
                <wp:positionV relativeFrom="paragraph">
                  <wp:posOffset>2482215</wp:posOffset>
                </wp:positionV>
                <wp:extent cx="1186815" cy="1186815"/>
                <wp:effectExtent l="0" t="0" r="0" b="0"/>
                <wp:wrapNone/>
                <wp:docPr id="148" name="Oval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11868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B72134C" id="Oval 148" o:spid="_x0000_s1026" style="position:absolute;margin-left:-115.7pt;margin-top:195.45pt;width:93.45pt;height:93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" fillcolor="window" stroked="f" strokeweight="1pt">
                <v:stroke joinstyle="miter"/>
              </v:oval>
            </w:pict>
          </mc:Fallback>
        </mc:AlternateContent>
      </w:r>
      <w:r w:rsidR="00AB0930" w:rsidRPr="00AB0930">
        <w:rPr>
          <w:rFonts w:ascii="Arial Narrow" w:eastAsia="Times New Roman" w:hAnsi="Arial Narrow" w:cs="Times New Roman"/>
          <w:b/>
          <w:bCs/>
          <w:color w:val="auto"/>
          <w:sz w:val="22"/>
          <w:szCs w:val="22"/>
          <w:lang w:val="en-ZA" w:eastAsia="en-US"/>
        </w:rPr>
        <w:br w:type="page"/>
      </w:r>
    </w:p>
    <w:sdt>
      <w:sdtPr>
        <w:id w:val="515582267"/>
        <w:placeholder>
          <w:docPart w:val="8C9EDF1E6E8D485FA71F74E633815BEE"/>
        </w:placeholder>
        <w:temporary/>
        <w:showingPlcHdr/>
      </w:sdtPr>
      <w:sdtEndPr/>
      <w:sdtContent>
        <w:p w:rsidR="00EF36A5" w:rsidRDefault="004129B7" w:rsidP="004129B7">
          <w:pPr>
            <w:pStyle w:val="Title"/>
          </w:pPr>
          <w:r w:rsidRPr="004129B7">
            <w:t>Agenda</w:t>
          </w:r>
        </w:p>
      </w:sdtContent>
    </w:sdt>
    <w:p w:rsidR="00AB0930" w:rsidRPr="00AB0930" w:rsidRDefault="00172D71" w:rsidP="00AB0930">
      <w:pPr>
        <w:spacing w:after="0" w:line="240" w:lineRule="auto"/>
        <w:rPr>
          <w:rFonts w:asciiTheme="majorHAnsi" w:hAnsiTheme="majorHAnsi"/>
          <w:b/>
          <w:caps/>
          <w:color w:val="auto"/>
          <w:sz w:val="52"/>
        </w:rPr>
      </w:pPr>
      <w:r w:rsidRPr="00DE4D95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2FD18B" wp14:editId="58869E8E">
                <wp:simplePos x="0" y="0"/>
                <wp:positionH relativeFrom="column">
                  <wp:posOffset>6248400</wp:posOffset>
                </wp:positionH>
                <wp:positionV relativeFrom="paragraph">
                  <wp:posOffset>-2031365</wp:posOffset>
                </wp:positionV>
                <wp:extent cx="1186815" cy="1186815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11868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8ADDB87" id="Oval 9" o:spid="_x0000_s1026" style="position:absolute;margin-left:492pt;margin-top:-159.95pt;width:93.45pt;height:93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" fillcolor="window" stroked="f" strokeweight="1pt">
                <v:stroke joinstyle="miter"/>
              </v:oval>
            </w:pict>
          </mc:Fallback>
        </mc:AlternateContent>
      </w:r>
      <w:r w:rsidR="00D261EB">
        <w:rPr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F7D9E5A" wp14:editId="5130CAB2">
                <wp:simplePos x="0" y="0"/>
                <wp:positionH relativeFrom="column">
                  <wp:posOffset>-933450</wp:posOffset>
                </wp:positionH>
                <wp:positionV relativeFrom="paragraph">
                  <wp:posOffset>8733790</wp:posOffset>
                </wp:positionV>
                <wp:extent cx="7781290" cy="10114915"/>
                <wp:effectExtent l="0" t="0" r="0" b="63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1290" cy="10114915"/>
                          <a:chOff x="-9524" y="-333375"/>
                          <a:chExt cx="7781924" cy="10115549"/>
                        </a:xfrm>
                      </wpg:grpSpPr>
                      <wps:wsp>
                        <wps:cNvPr id="28" name="Freeform: Shape 137"/>
                        <wps:cNvSpPr/>
                        <wps:spPr>
                          <a:xfrm>
                            <a:off x="4019550" y="-333375"/>
                            <a:ext cx="3752850" cy="7222490"/>
                          </a:xfrm>
                          <a:custGeom>
                            <a:avLst/>
                            <a:gdLst>
                              <a:gd name="connsiteX0" fmla="*/ 0 w 3753134"/>
                              <a:gd name="connsiteY0" fmla="*/ 0 h 6605516"/>
                              <a:gd name="connsiteX1" fmla="*/ 3753134 w 3753134"/>
                              <a:gd name="connsiteY1" fmla="*/ 0 h 6605516"/>
                              <a:gd name="connsiteX2" fmla="*/ 3753134 w 3753134"/>
                              <a:gd name="connsiteY2" fmla="*/ 6605516 h 6605516"/>
                              <a:gd name="connsiteX3" fmla="*/ 3330054 w 3753134"/>
                              <a:gd name="connsiteY3" fmla="*/ 6605516 h 6605516"/>
                              <a:gd name="connsiteX4" fmla="*/ 3330054 w 3753134"/>
                              <a:gd name="connsiteY4" fmla="*/ 1392071 h 6605516"/>
                              <a:gd name="connsiteX5" fmla="*/ 27295 w 3753134"/>
                              <a:gd name="connsiteY5" fmla="*/ 1392071 h 6605516"/>
                              <a:gd name="connsiteX6" fmla="*/ 0 w 3753134"/>
                              <a:gd name="connsiteY6" fmla="*/ 0 h 6605516"/>
                              <a:gd name="connsiteX0" fmla="*/ 0 w 3753134"/>
                              <a:gd name="connsiteY0" fmla="*/ 0 h 6936811"/>
                              <a:gd name="connsiteX1" fmla="*/ 3753134 w 3753134"/>
                              <a:gd name="connsiteY1" fmla="*/ 0 h 6936811"/>
                              <a:gd name="connsiteX2" fmla="*/ 3753134 w 3753134"/>
                              <a:gd name="connsiteY2" fmla="*/ 6936811 h 6936811"/>
                              <a:gd name="connsiteX3" fmla="*/ 3330054 w 3753134"/>
                              <a:gd name="connsiteY3" fmla="*/ 6605516 h 6936811"/>
                              <a:gd name="connsiteX4" fmla="*/ 3330054 w 3753134"/>
                              <a:gd name="connsiteY4" fmla="*/ 1392071 h 6936811"/>
                              <a:gd name="connsiteX5" fmla="*/ 27295 w 3753134"/>
                              <a:gd name="connsiteY5" fmla="*/ 1392071 h 6936811"/>
                              <a:gd name="connsiteX6" fmla="*/ 0 w 3753134"/>
                              <a:gd name="connsiteY6" fmla="*/ 0 h 6936811"/>
                              <a:gd name="connsiteX0" fmla="*/ 0 w 3753134"/>
                              <a:gd name="connsiteY0" fmla="*/ 0 h 6936811"/>
                              <a:gd name="connsiteX1" fmla="*/ 3753134 w 3753134"/>
                              <a:gd name="connsiteY1" fmla="*/ 0 h 6936811"/>
                              <a:gd name="connsiteX2" fmla="*/ 3753134 w 3753134"/>
                              <a:gd name="connsiteY2" fmla="*/ 6936811 h 6936811"/>
                              <a:gd name="connsiteX3" fmla="*/ 3330054 w 3753134"/>
                              <a:gd name="connsiteY3" fmla="*/ 6605516 h 6936811"/>
                              <a:gd name="connsiteX4" fmla="*/ 3330054 w 3753134"/>
                              <a:gd name="connsiteY4" fmla="*/ 1392071 h 6936811"/>
                              <a:gd name="connsiteX5" fmla="*/ 27295 w 3753134"/>
                              <a:gd name="connsiteY5" fmla="*/ 1392071 h 6936811"/>
                              <a:gd name="connsiteX6" fmla="*/ 0 w 3753134"/>
                              <a:gd name="connsiteY6" fmla="*/ 0 h 6936811"/>
                              <a:gd name="connsiteX0" fmla="*/ 0 w 3753134"/>
                              <a:gd name="connsiteY0" fmla="*/ 0 h 6936811"/>
                              <a:gd name="connsiteX1" fmla="*/ 3753134 w 3753134"/>
                              <a:gd name="connsiteY1" fmla="*/ 0 h 6936811"/>
                              <a:gd name="connsiteX2" fmla="*/ 3753134 w 3753134"/>
                              <a:gd name="connsiteY2" fmla="*/ 6936811 h 6936811"/>
                              <a:gd name="connsiteX3" fmla="*/ 3330054 w 3753134"/>
                              <a:gd name="connsiteY3" fmla="*/ 6605516 h 6936811"/>
                              <a:gd name="connsiteX4" fmla="*/ 3330054 w 3753134"/>
                              <a:gd name="connsiteY4" fmla="*/ 1392071 h 6936811"/>
                              <a:gd name="connsiteX5" fmla="*/ 27295 w 3753134"/>
                              <a:gd name="connsiteY5" fmla="*/ 1392071 h 6936811"/>
                              <a:gd name="connsiteX6" fmla="*/ 0 w 3753134"/>
                              <a:gd name="connsiteY6" fmla="*/ 0 h 6936811"/>
                              <a:gd name="connsiteX0" fmla="*/ 0 w 3753134"/>
                              <a:gd name="connsiteY0" fmla="*/ 0 h 7227534"/>
                              <a:gd name="connsiteX1" fmla="*/ 3753134 w 3753134"/>
                              <a:gd name="connsiteY1" fmla="*/ 0 h 7227534"/>
                              <a:gd name="connsiteX2" fmla="*/ 3753134 w 3753134"/>
                              <a:gd name="connsiteY2" fmla="*/ 6936811 h 7227534"/>
                              <a:gd name="connsiteX3" fmla="*/ 3365683 w 3753134"/>
                              <a:gd name="connsiteY3" fmla="*/ 7211164 h 7227534"/>
                              <a:gd name="connsiteX4" fmla="*/ 3330054 w 3753134"/>
                              <a:gd name="connsiteY4" fmla="*/ 1392071 h 7227534"/>
                              <a:gd name="connsiteX5" fmla="*/ 27295 w 3753134"/>
                              <a:gd name="connsiteY5" fmla="*/ 1392071 h 7227534"/>
                              <a:gd name="connsiteX6" fmla="*/ 0 w 3753134"/>
                              <a:gd name="connsiteY6" fmla="*/ 0 h 7227534"/>
                              <a:gd name="connsiteX0" fmla="*/ 0 w 3753134"/>
                              <a:gd name="connsiteY0" fmla="*/ 0 h 7219190"/>
                              <a:gd name="connsiteX1" fmla="*/ 3753134 w 3753134"/>
                              <a:gd name="connsiteY1" fmla="*/ 0 h 7219190"/>
                              <a:gd name="connsiteX2" fmla="*/ 3753134 w 3753134"/>
                              <a:gd name="connsiteY2" fmla="*/ 6936811 h 7219190"/>
                              <a:gd name="connsiteX3" fmla="*/ 3365683 w 3753134"/>
                              <a:gd name="connsiteY3" fmla="*/ 7211164 h 7219190"/>
                              <a:gd name="connsiteX4" fmla="*/ 3330054 w 3753134"/>
                              <a:gd name="connsiteY4" fmla="*/ 1392071 h 7219190"/>
                              <a:gd name="connsiteX5" fmla="*/ 27295 w 3753134"/>
                              <a:gd name="connsiteY5" fmla="*/ 1392071 h 7219190"/>
                              <a:gd name="connsiteX6" fmla="*/ 0 w 3753134"/>
                              <a:gd name="connsiteY6" fmla="*/ 0 h 7219190"/>
                              <a:gd name="connsiteX0" fmla="*/ 0 w 3753134"/>
                              <a:gd name="connsiteY0" fmla="*/ 0 h 7222878"/>
                              <a:gd name="connsiteX1" fmla="*/ 3753134 w 3753134"/>
                              <a:gd name="connsiteY1" fmla="*/ 0 h 7222878"/>
                              <a:gd name="connsiteX2" fmla="*/ 3753134 w 3753134"/>
                              <a:gd name="connsiteY2" fmla="*/ 6936811 h 7222878"/>
                              <a:gd name="connsiteX3" fmla="*/ 3365683 w 3753134"/>
                              <a:gd name="connsiteY3" fmla="*/ 7211164 h 7222878"/>
                              <a:gd name="connsiteX4" fmla="*/ 3330054 w 3753134"/>
                              <a:gd name="connsiteY4" fmla="*/ 1392071 h 7222878"/>
                              <a:gd name="connsiteX5" fmla="*/ 27295 w 3753134"/>
                              <a:gd name="connsiteY5" fmla="*/ 1392071 h 7222878"/>
                              <a:gd name="connsiteX6" fmla="*/ 0 w 3753134"/>
                              <a:gd name="connsiteY6" fmla="*/ 0 h 72228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53134" h="7222878">
                                <a:moveTo>
                                  <a:pt x="0" y="0"/>
                                </a:moveTo>
                                <a:lnTo>
                                  <a:pt x="3753134" y="0"/>
                                </a:lnTo>
                                <a:lnTo>
                                  <a:pt x="3753134" y="6936811"/>
                                </a:lnTo>
                                <a:cubicBezTo>
                                  <a:pt x="3677684" y="7031390"/>
                                  <a:pt x="3656145" y="7279390"/>
                                  <a:pt x="3365683" y="7211164"/>
                                </a:cubicBezTo>
                                <a:lnTo>
                                  <a:pt x="3330054" y="1392071"/>
                                </a:lnTo>
                                <a:lnTo>
                                  <a:pt x="27295" y="13920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72"/>
                        <wps:cNvSpPr/>
                        <wps:spPr>
                          <a:xfrm>
                            <a:off x="161925" y="161925"/>
                            <a:ext cx="4013835" cy="3384550"/>
                          </a:xfrm>
                          <a:custGeom>
                            <a:avLst/>
                            <a:gdLst>
                              <a:gd name="connsiteX0" fmla="*/ 1296538 w 1296538"/>
                              <a:gd name="connsiteY0" fmla="*/ 0 h 3384645"/>
                              <a:gd name="connsiteX1" fmla="*/ 0 w 1296538"/>
                              <a:gd name="connsiteY1" fmla="*/ 0 h 3384645"/>
                              <a:gd name="connsiteX2" fmla="*/ 0 w 1296538"/>
                              <a:gd name="connsiteY2" fmla="*/ 3384645 h 3384645"/>
                              <a:gd name="connsiteX0" fmla="*/ 4014170 w 4014170"/>
                              <a:gd name="connsiteY0" fmla="*/ 0 h 3384645"/>
                              <a:gd name="connsiteX1" fmla="*/ 0 w 4014170"/>
                              <a:gd name="connsiteY1" fmla="*/ 0 h 3384645"/>
                              <a:gd name="connsiteX2" fmla="*/ 0 w 4014170"/>
                              <a:gd name="connsiteY2" fmla="*/ 3384645 h 338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014170" h="3384645">
                                <a:moveTo>
                                  <a:pt x="4014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84645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66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138"/>
                        <wps:cNvSpPr/>
                        <wps:spPr>
                          <a:xfrm rot="10800000">
                            <a:off x="-9524" y="4038599"/>
                            <a:ext cx="3752850" cy="5743575"/>
                          </a:xfrm>
                          <a:custGeom>
                            <a:avLst/>
                            <a:gdLst>
                              <a:gd name="connsiteX0" fmla="*/ 0 w 3753134"/>
                              <a:gd name="connsiteY0" fmla="*/ 0 h 6605516"/>
                              <a:gd name="connsiteX1" fmla="*/ 3753134 w 3753134"/>
                              <a:gd name="connsiteY1" fmla="*/ 0 h 6605516"/>
                              <a:gd name="connsiteX2" fmla="*/ 3753134 w 3753134"/>
                              <a:gd name="connsiteY2" fmla="*/ 6605516 h 6605516"/>
                              <a:gd name="connsiteX3" fmla="*/ 3330054 w 3753134"/>
                              <a:gd name="connsiteY3" fmla="*/ 6605516 h 6605516"/>
                              <a:gd name="connsiteX4" fmla="*/ 3330054 w 3753134"/>
                              <a:gd name="connsiteY4" fmla="*/ 1392071 h 6605516"/>
                              <a:gd name="connsiteX5" fmla="*/ 27295 w 3753134"/>
                              <a:gd name="connsiteY5" fmla="*/ 1392071 h 6605516"/>
                              <a:gd name="connsiteX6" fmla="*/ 0 w 3753134"/>
                              <a:gd name="connsiteY6" fmla="*/ 0 h 6605516"/>
                              <a:gd name="connsiteX0" fmla="*/ 0 w 3753134"/>
                              <a:gd name="connsiteY0" fmla="*/ 0 h 6936811"/>
                              <a:gd name="connsiteX1" fmla="*/ 3753134 w 3753134"/>
                              <a:gd name="connsiteY1" fmla="*/ 0 h 6936811"/>
                              <a:gd name="connsiteX2" fmla="*/ 3753134 w 3753134"/>
                              <a:gd name="connsiteY2" fmla="*/ 6936811 h 6936811"/>
                              <a:gd name="connsiteX3" fmla="*/ 3330054 w 3753134"/>
                              <a:gd name="connsiteY3" fmla="*/ 6605516 h 6936811"/>
                              <a:gd name="connsiteX4" fmla="*/ 3330054 w 3753134"/>
                              <a:gd name="connsiteY4" fmla="*/ 1392071 h 6936811"/>
                              <a:gd name="connsiteX5" fmla="*/ 27295 w 3753134"/>
                              <a:gd name="connsiteY5" fmla="*/ 1392071 h 6936811"/>
                              <a:gd name="connsiteX6" fmla="*/ 0 w 3753134"/>
                              <a:gd name="connsiteY6" fmla="*/ 0 h 6936811"/>
                              <a:gd name="connsiteX0" fmla="*/ 0 w 3753134"/>
                              <a:gd name="connsiteY0" fmla="*/ 0 h 6936811"/>
                              <a:gd name="connsiteX1" fmla="*/ 3753134 w 3753134"/>
                              <a:gd name="connsiteY1" fmla="*/ 0 h 6936811"/>
                              <a:gd name="connsiteX2" fmla="*/ 3753134 w 3753134"/>
                              <a:gd name="connsiteY2" fmla="*/ 6936811 h 6936811"/>
                              <a:gd name="connsiteX3" fmla="*/ 3330054 w 3753134"/>
                              <a:gd name="connsiteY3" fmla="*/ 6605516 h 6936811"/>
                              <a:gd name="connsiteX4" fmla="*/ 3330054 w 3753134"/>
                              <a:gd name="connsiteY4" fmla="*/ 1392071 h 6936811"/>
                              <a:gd name="connsiteX5" fmla="*/ 27295 w 3753134"/>
                              <a:gd name="connsiteY5" fmla="*/ 1392071 h 6936811"/>
                              <a:gd name="connsiteX6" fmla="*/ 0 w 3753134"/>
                              <a:gd name="connsiteY6" fmla="*/ 0 h 6936811"/>
                              <a:gd name="connsiteX0" fmla="*/ 0 w 3753134"/>
                              <a:gd name="connsiteY0" fmla="*/ 0 h 6936811"/>
                              <a:gd name="connsiteX1" fmla="*/ 3753134 w 3753134"/>
                              <a:gd name="connsiteY1" fmla="*/ 0 h 6936811"/>
                              <a:gd name="connsiteX2" fmla="*/ 3753134 w 3753134"/>
                              <a:gd name="connsiteY2" fmla="*/ 6936811 h 6936811"/>
                              <a:gd name="connsiteX3" fmla="*/ 3330054 w 3753134"/>
                              <a:gd name="connsiteY3" fmla="*/ 6605516 h 6936811"/>
                              <a:gd name="connsiteX4" fmla="*/ 3330054 w 3753134"/>
                              <a:gd name="connsiteY4" fmla="*/ 1392071 h 6936811"/>
                              <a:gd name="connsiteX5" fmla="*/ 27295 w 3753134"/>
                              <a:gd name="connsiteY5" fmla="*/ 1392071 h 6936811"/>
                              <a:gd name="connsiteX6" fmla="*/ 0 w 3753134"/>
                              <a:gd name="connsiteY6" fmla="*/ 0 h 6936811"/>
                              <a:gd name="connsiteX0" fmla="*/ 0 w 3753134"/>
                              <a:gd name="connsiteY0" fmla="*/ 0 h 7227534"/>
                              <a:gd name="connsiteX1" fmla="*/ 3753134 w 3753134"/>
                              <a:gd name="connsiteY1" fmla="*/ 0 h 7227534"/>
                              <a:gd name="connsiteX2" fmla="*/ 3753134 w 3753134"/>
                              <a:gd name="connsiteY2" fmla="*/ 6936811 h 7227534"/>
                              <a:gd name="connsiteX3" fmla="*/ 3365683 w 3753134"/>
                              <a:gd name="connsiteY3" fmla="*/ 7211164 h 7227534"/>
                              <a:gd name="connsiteX4" fmla="*/ 3330054 w 3753134"/>
                              <a:gd name="connsiteY4" fmla="*/ 1392071 h 7227534"/>
                              <a:gd name="connsiteX5" fmla="*/ 27295 w 3753134"/>
                              <a:gd name="connsiteY5" fmla="*/ 1392071 h 7227534"/>
                              <a:gd name="connsiteX6" fmla="*/ 0 w 3753134"/>
                              <a:gd name="connsiteY6" fmla="*/ 0 h 7227534"/>
                              <a:gd name="connsiteX0" fmla="*/ 0 w 3753134"/>
                              <a:gd name="connsiteY0" fmla="*/ 0 h 7219190"/>
                              <a:gd name="connsiteX1" fmla="*/ 3753134 w 3753134"/>
                              <a:gd name="connsiteY1" fmla="*/ 0 h 7219190"/>
                              <a:gd name="connsiteX2" fmla="*/ 3753134 w 3753134"/>
                              <a:gd name="connsiteY2" fmla="*/ 6936811 h 7219190"/>
                              <a:gd name="connsiteX3" fmla="*/ 3365683 w 3753134"/>
                              <a:gd name="connsiteY3" fmla="*/ 7211164 h 7219190"/>
                              <a:gd name="connsiteX4" fmla="*/ 3330054 w 3753134"/>
                              <a:gd name="connsiteY4" fmla="*/ 1392071 h 7219190"/>
                              <a:gd name="connsiteX5" fmla="*/ 27295 w 3753134"/>
                              <a:gd name="connsiteY5" fmla="*/ 1392071 h 7219190"/>
                              <a:gd name="connsiteX6" fmla="*/ 0 w 3753134"/>
                              <a:gd name="connsiteY6" fmla="*/ 0 h 7219190"/>
                              <a:gd name="connsiteX0" fmla="*/ 0 w 3753134"/>
                              <a:gd name="connsiteY0" fmla="*/ 0 h 7222878"/>
                              <a:gd name="connsiteX1" fmla="*/ 3753134 w 3753134"/>
                              <a:gd name="connsiteY1" fmla="*/ 0 h 7222878"/>
                              <a:gd name="connsiteX2" fmla="*/ 3753134 w 3753134"/>
                              <a:gd name="connsiteY2" fmla="*/ 6936811 h 7222878"/>
                              <a:gd name="connsiteX3" fmla="*/ 3365683 w 3753134"/>
                              <a:gd name="connsiteY3" fmla="*/ 7211164 h 7222878"/>
                              <a:gd name="connsiteX4" fmla="*/ 3330054 w 3753134"/>
                              <a:gd name="connsiteY4" fmla="*/ 1392071 h 7222878"/>
                              <a:gd name="connsiteX5" fmla="*/ 27295 w 3753134"/>
                              <a:gd name="connsiteY5" fmla="*/ 1392071 h 7222878"/>
                              <a:gd name="connsiteX6" fmla="*/ 0 w 3753134"/>
                              <a:gd name="connsiteY6" fmla="*/ 0 h 72228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53134" h="7222878">
                                <a:moveTo>
                                  <a:pt x="0" y="0"/>
                                </a:moveTo>
                                <a:lnTo>
                                  <a:pt x="3753134" y="0"/>
                                </a:lnTo>
                                <a:lnTo>
                                  <a:pt x="3753134" y="6936811"/>
                                </a:lnTo>
                                <a:cubicBezTo>
                                  <a:pt x="3677684" y="7031390"/>
                                  <a:pt x="3656145" y="7279390"/>
                                  <a:pt x="3365683" y="7211164"/>
                                </a:cubicBezTo>
                                <a:lnTo>
                                  <a:pt x="3330054" y="1392071"/>
                                </a:lnTo>
                                <a:lnTo>
                                  <a:pt x="27295" y="13920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: Rounded Corners 8"/>
                        <wps:cNvSpPr/>
                        <wps:spPr>
                          <a:xfrm>
                            <a:off x="381000" y="0"/>
                            <a:ext cx="7128000" cy="9439276"/>
                          </a:xfrm>
                          <a:prstGeom prst="roundRect">
                            <a:avLst>
                              <a:gd name="adj" fmla="val 13723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reeform: Shape 73"/>
                        <wps:cNvSpPr/>
                        <wps:spPr>
                          <a:xfrm rot="10800000">
                            <a:off x="3430904" y="6181725"/>
                            <a:ext cx="4173855" cy="3384550"/>
                          </a:xfrm>
                          <a:custGeom>
                            <a:avLst/>
                            <a:gdLst>
                              <a:gd name="connsiteX0" fmla="*/ 1296538 w 1296538"/>
                              <a:gd name="connsiteY0" fmla="*/ 0 h 3384645"/>
                              <a:gd name="connsiteX1" fmla="*/ 0 w 1296538"/>
                              <a:gd name="connsiteY1" fmla="*/ 0 h 3384645"/>
                              <a:gd name="connsiteX2" fmla="*/ 0 w 1296538"/>
                              <a:gd name="connsiteY2" fmla="*/ 3384645 h 3384645"/>
                              <a:gd name="connsiteX0" fmla="*/ 4174258 w 4174258"/>
                              <a:gd name="connsiteY0" fmla="*/ 0 h 3384645"/>
                              <a:gd name="connsiteX1" fmla="*/ 0 w 4174258"/>
                              <a:gd name="connsiteY1" fmla="*/ 0 h 3384645"/>
                              <a:gd name="connsiteX2" fmla="*/ 0 w 4174258"/>
                              <a:gd name="connsiteY2" fmla="*/ 3384645 h 338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174258" h="3384645">
                                <a:moveTo>
                                  <a:pt x="41742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84645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66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13C8F" w:rsidRDefault="00E13C8F" w:rsidP="00E13C8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F7D9E5A" id="Group 27" o:spid="_x0000_s1026" style="position:absolute;margin-left:-73.5pt;margin-top:687.7pt;width:612.7pt;height:796.45pt;z-index:-251650048;mso-width-relative:margin;mso-height-relative:margin" coordorigin="-95,-3333" coordsize="77819,10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">
                <v:shape id="Freeform: Shape 137" o:spid="_x0000_s1027" style="position:absolute;left:40195;top:-3333;width:37529;height:72224;visibility:visible;mso-wrap-style:square;v-text-anchor:middle" coordsize="3753134,7222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Ql8IA&#10;AADbAAAADwAAAGRycy9kb3ducmV2LnhtbERPy2rCQBTdF/yH4QrumokircSM4qvQ7GosJe4umdsk&#10;NHMnZEaT9us7i0KXh/NOt6NpxZ1611hWMI9iEMSl1Q1XCt4vL48rEM4ja2wtk4JvcrDdTB5STLQd&#10;+Ez33FcihLBLUEHtfZdI6cqaDLrIdsSB+7S9QR9gX0nd4xDCTSsXcfwkDTYcGmrs6FBT+ZXfjAIs&#10;9rePE/28HUf/jMOyuGYmy5SaTcfdGoSn0f+L/9yvWsEijA1fw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+RCXwgAAANsAAAAPAAAAAAAAAAAAAAAAAJgCAABkcnMvZG93&#10;bnJldi54bWxQSwUGAAAAAAQABAD1AAAAhwMAAAAA&#10;" path="m,l3753134,r,6936811c3677684,7031390,3656145,7279390,3365683,7211164l3330054,1392071r-3302759,l,xe" fillcolor="#060" stroked="f" strokeweight="1pt">
                  <v:stroke joinstyle="miter"/>
                  <v:path arrowok="t" o:connecttype="custom" o:connectlocs="0,0;3752850,0;3752850,6936438;3365428,7210777;3329802,1391996;27293,1391996;0,0" o:connectangles="0,0,0,0,0,0,0"/>
                </v:shape>
                <v:shape id="Freeform: Shape 72" o:spid="_x0000_s1028" style="position:absolute;left:1619;top:1619;width:40138;height:33845;visibility:visible;mso-wrap-style:square;v-text-anchor:middle" coordsize="4014170,338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6CtMQA&#10;AADbAAAADwAAAGRycy9kb3ducmV2LnhtbESPQWvCQBSE74L/YXmCN92tVmlTVymCEBQP2tL2+Mg+&#10;k5Ds2zS7avrvXUHocZiZb5jFqrO1uFDrS8cansYKBHHmTMm5hs+PzegFhA/IBmvHpOGPPKyW/d4C&#10;E+OufKDLMeQiQtgnqKEIoUmk9FlBFv3YNcTRO7nWYoiyzaVp8RrhtpYTpebSYslxocCG1gVl1fFs&#10;NXydrN9vd8/TtJr/qFlK1fcvKa2Hg+79DUSgLvyHH+3UaJi8wv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+grTEAAAA2wAAAA8AAAAAAAAAAAAAAAAAmAIAAGRycy9k&#10;b3ducmV2LnhtbFBLBQYAAAAABAAEAPUAAACJAwAAAAA=&#10;" path="m4014170,l,,,3384645e" filled="f" strokecolor="#060" strokeweight="1pt">
                  <v:stroke dashstyle="dash" joinstyle="miter"/>
                  <v:path arrowok="t" o:connecttype="custom" o:connectlocs="4013835,0;0,0;0,3384550" o:connectangles="0,0,0"/>
                </v:shape>
                <v:shape id="Freeform: Shape 138" o:spid="_x0000_s1029" style="position:absolute;left:-95;top:40385;width:37528;height:57436;rotation:180;visibility:visible;mso-wrap-style:square;v-text-anchor:middle" coordsize="3753134,7222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G1cIA&#10;AADbAAAADwAAAGRycy9kb3ducmV2LnhtbERPTWvCQBC9F/wPywi9FN00haLRNQSLtfVmDJ6H7JgE&#10;s7Mhu5rYX989FHp8vO91OppW3Kl3jWUFr/MIBHFpdcOVguK0my1AOI+ssbVMCh7kIN1MntaYaDvw&#10;ke65r0QIYZeggtr7LpHSlTUZdHPbEQfuYnuDPsC+krrHIYSbVsZR9C4NNhwaauxoW1N5zW9GQfZx&#10;aLtxfy0+z4ufF7kcsm8fD0o9T8dsBcLT6P/Ff+4vreAtrA9fw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2MbVwgAAANsAAAAPAAAAAAAAAAAAAAAAAJgCAABkcnMvZG93&#10;bnJldi54bWxQSwUGAAAAAAQABAD1AAAAhwMAAAAA&#10;" path="m,l3753134,r,6936811c3677684,7031390,3656145,7279390,3365683,7211164l3330054,1392071r-3302759,l,xe" fillcolor="#060" stroked="f" strokeweight="1pt">
                  <v:stroke joinstyle="miter"/>
                  <v:path arrowok="t" o:connecttype="custom" o:connectlocs="0,0;3752850,0;3752850,5516097;3365428,5734260;3329802,1106964;27293,1106964;0,0" o:connectangles="0,0,0,0,0,0,0"/>
                </v:shape>
                <v:roundrect id="Rectangle: Rounded Corners 8" o:spid="_x0000_s1030" style="position:absolute;left:3810;width:71280;height:94392;visibility:visible;mso-wrap-style:square;v-text-anchor:middle" arcsize="89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MWFsIA&#10;AADbAAAADwAAAGRycy9kb3ducmV2LnhtbESPQYvCMBSE7wv+h/AEb2tqhWWpRhFlwYMX64J6ezTP&#10;ttq8lCZb4783C4LHYWa+YebLYBrRU+dqywom4wQEcWF1zaWC38PP5zcI55E1NpZJwYMcLBeDjzlm&#10;2t55T33uSxEh7DJUUHnfZlK6oiKDbmxb4uhdbGfQR9mVUnd4j3DTyDRJvqTBmuNChS2tKypu+Z9R&#10;cEh3p/XmeE3zY+Az96GkZLtSajQMqxkIT8G/w6/2ViuYTuD/S/w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IxYWwgAAANsAAAAPAAAAAAAAAAAAAAAAAJgCAABkcnMvZG93&#10;bnJldi54bWxQSwUGAAAAAAQABAD1AAAAhwMAAAAA&#10;" fillcolor="window" stroked="f" strokeweight="1pt">
                  <v:stroke joinstyle="miter"/>
                </v:roundrect>
                <v:shape id="_x0000_s1031" style="position:absolute;left:34309;top:61817;width:41738;height:33845;rotation:180;visibility:visible;mso-wrap-style:square;v-text-anchor:middle" coordsize="4174258,33846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b508IA&#10;AADbAAAADwAAAGRycy9kb3ducmV2LnhtbESPwWrDMBBE74X8g9hAb43sGopxooQQCCn0FLeFHjfW&#10;RjaxVkZSbffvo0Khx2Fm3jCb3Wx7MZIPnWMF+SoDQdw43bFR8PF+fCpBhIissXdMCn4owG67eNhg&#10;pd3EZxrraESCcKhQQRvjUEkZmpYshpUbiJN3dd5iTNIbqT1OCW57+ZxlL9Jix2mhxYEOLTW3+tsm&#10;ysXke8+5/Bx0X161Kd7mr5NSj8t5vwYRaY7/4b/2q1ZQFPD7Jf0A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JvnTwgAAANsAAAAPAAAAAAAAAAAAAAAAAJgCAABkcnMvZG93&#10;bnJldi54bWxQSwUGAAAAAAQABAD1AAAAhwMAAAAA&#10;" adj="-11796480,,5400" path="m4174258,l,,,3384645e" filled="f" strokecolor="#060" strokeweight="1pt">
                  <v:stroke dashstyle="dash" joinstyle="miter"/>
                  <v:formulas/>
                  <v:path arrowok="t" o:connecttype="custom" o:connectlocs="4173855,0;0,0;0,3384550" o:connectangles="0,0,0" textboxrect="0,0,4174258,3384645"/>
                  <v:textbox>
                    <w:txbxContent>
                      <w:p w:rsidR="00E13C8F" w:rsidRDefault="00E13C8F" w:rsidP="00E13C8F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806F3">
        <w:rPr>
          <w:rFonts w:asciiTheme="majorHAnsi" w:hAnsiTheme="majorHAnsi"/>
          <w:b/>
          <w:caps/>
          <w:color w:val="auto"/>
          <w:sz w:val="36"/>
        </w:rPr>
        <w:t>Q4</w:t>
      </w:r>
      <w:r w:rsidR="0009337B">
        <w:rPr>
          <w:rFonts w:asciiTheme="majorHAnsi" w:hAnsiTheme="majorHAnsi"/>
          <w:b/>
          <w:caps/>
          <w:color w:val="auto"/>
          <w:sz w:val="36"/>
        </w:rPr>
        <w:t xml:space="preserve"> </w:t>
      </w:r>
      <w:r w:rsidR="00AB0930" w:rsidRPr="00AB0930">
        <w:rPr>
          <w:rFonts w:asciiTheme="majorHAnsi" w:hAnsiTheme="majorHAnsi"/>
          <w:b/>
          <w:caps/>
          <w:color w:val="auto"/>
          <w:sz w:val="36"/>
        </w:rPr>
        <w:t>NATIONAL MANAGEMENT PERFORMANCE REVIEW</w:t>
      </w:r>
    </w:p>
    <w:p w:rsidR="00AB0930" w:rsidRDefault="00AB0930" w:rsidP="004129B7">
      <w:pPr>
        <w:pStyle w:val="Details"/>
        <w:rPr>
          <w:rStyle w:val="Bold"/>
        </w:rPr>
      </w:pPr>
    </w:p>
    <w:p w:rsidR="00EF36A5" w:rsidRPr="004129B7" w:rsidRDefault="00127BE7" w:rsidP="00891F62">
      <w:pPr>
        <w:pStyle w:val="Details"/>
        <w:spacing w:line="360" w:lineRule="auto"/>
      </w:pPr>
      <w:sdt>
        <w:sdtPr>
          <w:rPr>
            <w:rStyle w:val="Bold"/>
          </w:rPr>
          <w:id w:val="-2126385715"/>
          <w:placeholder>
            <w:docPart w:val="FA5F5B2C823B4F3B8E0370D859BB2964"/>
          </w:placeholder>
          <w:temporary/>
          <w:showingPlcHdr/>
        </w:sdtPr>
        <w:sdtEndPr>
          <w:rPr>
            <w:rStyle w:val="Bold"/>
          </w:rPr>
        </w:sdtEndPr>
        <w:sdtContent>
          <w:r w:rsidR="004129B7" w:rsidRPr="004129B7">
            <w:rPr>
              <w:rStyle w:val="Bold"/>
            </w:rPr>
            <w:t>Date:</w:t>
          </w:r>
        </w:sdtContent>
      </w:sdt>
      <w:r w:rsidR="004129B7" w:rsidRPr="004129B7">
        <w:t xml:space="preserve"> </w:t>
      </w:r>
      <w:r w:rsidR="00891F62">
        <w:t>17</w:t>
      </w:r>
      <w:r w:rsidR="0009337B">
        <w:t xml:space="preserve"> </w:t>
      </w:r>
      <w:r w:rsidR="006806F3">
        <w:t>May</w:t>
      </w:r>
      <w:r w:rsidR="00AB0930" w:rsidRPr="00237BBD">
        <w:rPr>
          <w:color w:val="auto"/>
        </w:rPr>
        <w:t xml:space="preserve"> </w:t>
      </w:r>
      <w:r w:rsidR="0009337B">
        <w:rPr>
          <w:color w:val="auto"/>
        </w:rPr>
        <w:t>2021</w:t>
      </w:r>
    </w:p>
    <w:p w:rsidR="00EF36A5" w:rsidRPr="00AB4981" w:rsidRDefault="00127BE7" w:rsidP="00891F62">
      <w:pPr>
        <w:pStyle w:val="Details"/>
        <w:spacing w:line="360" w:lineRule="auto"/>
      </w:pPr>
      <w:sdt>
        <w:sdtPr>
          <w:rPr>
            <w:rStyle w:val="Bold"/>
          </w:rPr>
          <w:id w:val="-318193952"/>
          <w:placeholder>
            <w:docPart w:val="7BB44AEC968B4CD987D7D292C05DA825"/>
          </w:placeholder>
          <w:temporary/>
          <w:showingPlcHdr/>
        </w:sdtPr>
        <w:sdtEndPr>
          <w:rPr>
            <w:rStyle w:val="Bold"/>
          </w:rPr>
        </w:sdtEndPr>
        <w:sdtContent>
          <w:r w:rsidR="004129B7" w:rsidRPr="004129B7">
            <w:rPr>
              <w:rStyle w:val="Bold"/>
            </w:rPr>
            <w:t>Time:</w:t>
          </w:r>
        </w:sdtContent>
      </w:sdt>
      <w:r w:rsidR="004129B7" w:rsidRPr="004129B7">
        <w:rPr>
          <w:rStyle w:val="Bold"/>
        </w:rPr>
        <w:t xml:space="preserve"> </w:t>
      </w:r>
      <w:r w:rsidR="0009337B">
        <w:rPr>
          <w:rStyle w:val="Bold"/>
          <w:b w:val="0"/>
        </w:rPr>
        <w:t>0</w:t>
      </w:r>
      <w:r w:rsidR="005378F4">
        <w:rPr>
          <w:rStyle w:val="Bold"/>
          <w:b w:val="0"/>
        </w:rPr>
        <w:t>9</w:t>
      </w:r>
      <w:r w:rsidR="00AB0930">
        <w:t>:00 –</w:t>
      </w:r>
      <w:r w:rsidR="00C84B23">
        <w:t xml:space="preserve"> 1</w:t>
      </w:r>
      <w:r w:rsidR="00891F62">
        <w:t>7</w:t>
      </w:r>
      <w:r w:rsidR="00AB0930">
        <w:t>:00</w:t>
      </w:r>
    </w:p>
    <w:p w:rsidR="00EF36A5" w:rsidRDefault="00127BE7" w:rsidP="00891F62">
      <w:pPr>
        <w:pStyle w:val="Details"/>
        <w:spacing w:line="360" w:lineRule="auto"/>
      </w:pPr>
      <w:sdt>
        <w:sdtPr>
          <w:rPr>
            <w:rStyle w:val="Bold"/>
          </w:rPr>
          <w:id w:val="773829807"/>
          <w:placeholder>
            <w:docPart w:val="776AC559871745E5A3591FC0D3DF8C12"/>
          </w:placeholder>
          <w:temporary/>
          <w:showingPlcHdr/>
        </w:sdtPr>
        <w:sdtEndPr>
          <w:rPr>
            <w:rStyle w:val="Bold"/>
          </w:rPr>
        </w:sdtEndPr>
        <w:sdtContent>
          <w:r w:rsidR="004129B7" w:rsidRPr="004129B7">
            <w:rPr>
              <w:rStyle w:val="Bold"/>
            </w:rPr>
            <w:t>Facilitator:</w:t>
          </w:r>
        </w:sdtContent>
      </w:sdt>
      <w:r w:rsidR="004129B7" w:rsidRPr="004129B7">
        <w:rPr>
          <w:rStyle w:val="Bold"/>
        </w:rPr>
        <w:t xml:space="preserve"> </w:t>
      </w:r>
      <w:r w:rsidR="00303136">
        <w:t>RC LMN</w:t>
      </w:r>
    </w:p>
    <w:p w:rsidR="00B1027A" w:rsidRPr="00AB4981" w:rsidRDefault="00172D71" w:rsidP="00AB4981">
      <w:pPr>
        <w:pStyle w:val="Details"/>
      </w:pPr>
      <w:r w:rsidRPr="00DE4D95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FF9E7A" wp14:editId="1D6F8F6C">
                <wp:simplePos x="0" y="0"/>
                <wp:positionH relativeFrom="column">
                  <wp:posOffset>-1447800</wp:posOffset>
                </wp:positionH>
                <wp:positionV relativeFrom="paragraph">
                  <wp:posOffset>6657944</wp:posOffset>
                </wp:positionV>
                <wp:extent cx="1186815" cy="1186815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11868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55735DB" id="Oval 8" o:spid="_x0000_s1026" style="position:absolute;margin-left:-114pt;margin-top:524.25pt;width:93.45pt;height:93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" fillcolor="window" stroked="f" strokeweight="1pt">
                <v:stroke joinstyle="miter"/>
              </v:oval>
            </w:pict>
          </mc:Fallback>
        </mc:AlternateContent>
      </w:r>
      <w:r w:rsidR="00E13C8F" w:rsidRPr="00DE4D95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DDD602" wp14:editId="6867F845">
                <wp:simplePos x="0" y="0"/>
                <wp:positionH relativeFrom="margin">
                  <wp:posOffset>-9525</wp:posOffset>
                </wp:positionH>
                <wp:positionV relativeFrom="paragraph">
                  <wp:posOffset>339090</wp:posOffset>
                </wp:positionV>
                <wp:extent cx="6444000" cy="0"/>
                <wp:effectExtent l="19050" t="19050" r="33020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4000" cy="0"/>
                        </a:xfrm>
                        <a:prstGeom prst="line">
                          <a:avLst/>
                        </a:prstGeom>
                        <a:noFill/>
                        <a:ln w="28575" cap="rnd" cmpd="sng" algn="ctr">
                          <a:solidFill>
                            <a:srgbClr val="BFBCC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B055A9" id="Straight Connector 7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26.7pt" to="506.6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" strokecolor="#bfbcc4" strokeweight="2.25pt">
                <v:stroke endcap="round"/>
                <w10:wrap anchorx="margin"/>
              </v:line>
            </w:pict>
          </mc:Fallback>
        </mc:AlternateContent>
      </w:r>
      <w:r w:rsidR="00B1027A" w:rsidRPr="00B1027A">
        <w:rPr>
          <w:b/>
        </w:rPr>
        <w:t>Dress code</w:t>
      </w:r>
      <w:r w:rsidR="00B1027A">
        <w:t>: Uniform</w:t>
      </w:r>
    </w:p>
    <w:tbl>
      <w:tblPr>
        <w:tblW w:w="5456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487"/>
        <w:gridCol w:w="1985"/>
        <w:gridCol w:w="1977"/>
      </w:tblGrid>
      <w:tr w:rsidR="007E665E" w:rsidRPr="001F5B2D" w:rsidTr="00E13C8F">
        <w:trPr>
          <w:trHeight w:val="332"/>
          <w:tblHeader/>
        </w:trPr>
        <w:tc>
          <w:tcPr>
            <w:tcW w:w="3104" w:type="pct"/>
            <w:shd w:val="clear" w:color="auto" w:fill="000000" w:themeFill="text1"/>
          </w:tcPr>
          <w:p w:rsidR="007E665E" w:rsidRPr="001F5B2D" w:rsidRDefault="007E665E" w:rsidP="007E665E">
            <w:pPr>
              <w:keepNext/>
              <w:spacing w:before="60" w:after="60" w:line="288" w:lineRule="auto"/>
              <w:outlineLvl w:val="0"/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  <w:t>ITEM</w:t>
            </w:r>
          </w:p>
        </w:tc>
        <w:tc>
          <w:tcPr>
            <w:tcW w:w="950" w:type="pct"/>
            <w:shd w:val="clear" w:color="auto" w:fill="000000" w:themeFill="text1"/>
          </w:tcPr>
          <w:p w:rsidR="007E665E" w:rsidRPr="001F5B2D" w:rsidRDefault="007E665E" w:rsidP="007E665E">
            <w:pPr>
              <w:spacing w:before="60" w:after="60" w:line="288" w:lineRule="auto"/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  <w:t>RESPONSIBILITY</w:t>
            </w:r>
          </w:p>
        </w:tc>
        <w:tc>
          <w:tcPr>
            <w:tcW w:w="946" w:type="pct"/>
            <w:shd w:val="clear" w:color="auto" w:fill="000000" w:themeFill="text1"/>
          </w:tcPr>
          <w:p w:rsidR="007E665E" w:rsidRPr="001F5B2D" w:rsidRDefault="007E665E" w:rsidP="007E665E">
            <w:pPr>
              <w:spacing w:before="60" w:after="60" w:line="288" w:lineRule="auto"/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  <w:t>TIME</w:t>
            </w:r>
          </w:p>
        </w:tc>
      </w:tr>
      <w:tr w:rsidR="0009337B" w:rsidRPr="001F5B2D" w:rsidTr="00E13C8F">
        <w:trPr>
          <w:trHeight w:val="340"/>
        </w:trPr>
        <w:tc>
          <w:tcPr>
            <w:tcW w:w="3104" w:type="pct"/>
          </w:tcPr>
          <w:p w:rsidR="0009337B" w:rsidRPr="001F5B2D" w:rsidRDefault="0009337B" w:rsidP="0009337B">
            <w:pPr>
              <w:numPr>
                <w:ilvl w:val="0"/>
                <w:numId w:val="5"/>
              </w:numPr>
              <w:tabs>
                <w:tab w:val="num" w:pos="318"/>
              </w:tabs>
              <w:spacing w:before="60" w:after="60" w:line="288" w:lineRule="auto"/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Opening and welcome</w:t>
            </w:r>
          </w:p>
        </w:tc>
        <w:tc>
          <w:tcPr>
            <w:tcW w:w="950" w:type="pct"/>
            <w:vMerge w:val="restart"/>
          </w:tcPr>
          <w:p w:rsidR="0009337B" w:rsidRPr="001F5B2D" w:rsidRDefault="0009337B" w:rsidP="0009337B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Facilitator</w:t>
            </w:r>
          </w:p>
        </w:tc>
        <w:tc>
          <w:tcPr>
            <w:tcW w:w="946" w:type="pct"/>
            <w:vMerge w:val="restart"/>
          </w:tcPr>
          <w:p w:rsidR="0009337B" w:rsidRPr="001F5B2D" w:rsidRDefault="0009337B" w:rsidP="005378F4">
            <w:pPr>
              <w:spacing w:line="288" w:lineRule="auto"/>
              <w:jc w:val="center"/>
              <w:rPr>
                <w:rFonts w:ascii="Century Gothic" w:hAnsi="Century Gothic" w:cs="Arial"/>
                <w:szCs w:val="24"/>
              </w:rPr>
            </w:pPr>
            <w:r w:rsidRPr="001F5B2D">
              <w:rPr>
                <w:rFonts w:ascii="Century Gothic" w:hAnsi="Century Gothic" w:cs="Arial"/>
                <w:szCs w:val="24"/>
              </w:rPr>
              <w:t>0</w:t>
            </w:r>
            <w:r w:rsidR="005378F4" w:rsidRPr="001F5B2D">
              <w:rPr>
                <w:rFonts w:ascii="Century Gothic" w:hAnsi="Century Gothic" w:cs="Arial"/>
                <w:szCs w:val="24"/>
              </w:rPr>
              <w:t>9</w:t>
            </w:r>
            <w:r w:rsidRPr="001F5B2D">
              <w:rPr>
                <w:rFonts w:ascii="Century Gothic" w:hAnsi="Century Gothic" w:cs="Arial"/>
                <w:szCs w:val="24"/>
              </w:rPr>
              <w:t>.0</w:t>
            </w:r>
            <w:bookmarkStart w:id="0" w:name="_GoBack"/>
            <w:bookmarkEnd w:id="0"/>
            <w:r w:rsidRPr="001F5B2D">
              <w:rPr>
                <w:rFonts w:ascii="Century Gothic" w:hAnsi="Century Gothic" w:cs="Arial"/>
                <w:szCs w:val="24"/>
              </w:rPr>
              <w:t>0 – 0</w:t>
            </w:r>
            <w:r w:rsidR="005378F4" w:rsidRPr="001F5B2D">
              <w:rPr>
                <w:rFonts w:ascii="Century Gothic" w:hAnsi="Century Gothic" w:cs="Arial"/>
                <w:szCs w:val="24"/>
              </w:rPr>
              <w:t>9</w:t>
            </w:r>
            <w:r w:rsidRPr="001F5B2D">
              <w:rPr>
                <w:rFonts w:ascii="Century Gothic" w:hAnsi="Century Gothic" w:cs="Arial"/>
                <w:szCs w:val="24"/>
              </w:rPr>
              <w:t>.30</w:t>
            </w:r>
          </w:p>
        </w:tc>
      </w:tr>
      <w:tr w:rsidR="0009337B" w:rsidRPr="001F5B2D" w:rsidTr="00E13C8F">
        <w:trPr>
          <w:trHeight w:val="340"/>
        </w:trPr>
        <w:tc>
          <w:tcPr>
            <w:tcW w:w="3104" w:type="pct"/>
          </w:tcPr>
          <w:p w:rsidR="0009337B" w:rsidRPr="001F5B2D" w:rsidRDefault="0009337B" w:rsidP="0009337B">
            <w:pPr>
              <w:numPr>
                <w:ilvl w:val="0"/>
                <w:numId w:val="5"/>
              </w:numPr>
              <w:tabs>
                <w:tab w:val="num" w:pos="318"/>
              </w:tabs>
              <w:spacing w:before="60" w:after="60" w:line="288" w:lineRule="auto"/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Attendance Register and Apologies</w:t>
            </w:r>
          </w:p>
        </w:tc>
        <w:tc>
          <w:tcPr>
            <w:tcW w:w="950" w:type="pct"/>
            <w:vMerge/>
          </w:tcPr>
          <w:p w:rsidR="0009337B" w:rsidRPr="001F5B2D" w:rsidRDefault="0009337B" w:rsidP="0009337B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</w:p>
        </w:tc>
        <w:tc>
          <w:tcPr>
            <w:tcW w:w="946" w:type="pct"/>
            <w:vMerge/>
            <w:vAlign w:val="center"/>
          </w:tcPr>
          <w:p w:rsidR="0009337B" w:rsidRPr="001F5B2D" w:rsidRDefault="0009337B" w:rsidP="0009337B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</w:p>
        </w:tc>
      </w:tr>
      <w:tr w:rsidR="0009337B" w:rsidRPr="001F5B2D" w:rsidTr="00E13C8F">
        <w:trPr>
          <w:trHeight w:val="340"/>
        </w:trPr>
        <w:tc>
          <w:tcPr>
            <w:tcW w:w="3104" w:type="pct"/>
          </w:tcPr>
          <w:p w:rsidR="0009337B" w:rsidRPr="001F5B2D" w:rsidRDefault="0009337B" w:rsidP="006806F3">
            <w:pPr>
              <w:numPr>
                <w:ilvl w:val="0"/>
                <w:numId w:val="5"/>
              </w:numPr>
              <w:tabs>
                <w:tab w:val="num" w:pos="318"/>
              </w:tabs>
              <w:spacing w:before="60" w:after="60" w:line="288" w:lineRule="auto"/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Adoption of minutes of the Q</w:t>
            </w:r>
            <w:r w:rsidR="006806F3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3</w:t>
            </w:r>
            <w:r w:rsidRPr="001F5B2D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 xml:space="preserve"> Review Session 2020/21</w:t>
            </w:r>
          </w:p>
        </w:tc>
        <w:tc>
          <w:tcPr>
            <w:tcW w:w="950" w:type="pct"/>
            <w:vMerge/>
          </w:tcPr>
          <w:p w:rsidR="0009337B" w:rsidRPr="001F5B2D" w:rsidRDefault="0009337B" w:rsidP="0009337B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</w:p>
        </w:tc>
        <w:tc>
          <w:tcPr>
            <w:tcW w:w="946" w:type="pct"/>
            <w:vMerge/>
            <w:vAlign w:val="center"/>
          </w:tcPr>
          <w:p w:rsidR="0009337B" w:rsidRPr="001F5B2D" w:rsidRDefault="0009337B" w:rsidP="0009337B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</w:p>
        </w:tc>
      </w:tr>
      <w:tr w:rsidR="0009337B" w:rsidRPr="001F5B2D" w:rsidTr="00E13C8F">
        <w:trPr>
          <w:trHeight w:val="340"/>
        </w:trPr>
        <w:tc>
          <w:tcPr>
            <w:tcW w:w="3104" w:type="pct"/>
          </w:tcPr>
          <w:p w:rsidR="0009337B" w:rsidRPr="001F5B2D" w:rsidRDefault="006806F3" w:rsidP="0009337B">
            <w:pPr>
              <w:numPr>
                <w:ilvl w:val="0"/>
                <w:numId w:val="5"/>
              </w:numPr>
              <w:tabs>
                <w:tab w:val="num" w:pos="318"/>
              </w:tabs>
              <w:spacing w:before="60" w:after="60" w:line="288" w:lineRule="auto"/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Decision Register for Q3</w:t>
            </w:r>
            <w:r w:rsidR="0009337B" w:rsidRPr="001F5B2D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 xml:space="preserve"> Review Session 2020/21</w:t>
            </w:r>
          </w:p>
        </w:tc>
        <w:tc>
          <w:tcPr>
            <w:tcW w:w="950" w:type="pct"/>
          </w:tcPr>
          <w:p w:rsidR="0009337B" w:rsidRPr="001F5B2D" w:rsidRDefault="0009337B" w:rsidP="0009337B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CDC Strategic Management</w:t>
            </w:r>
          </w:p>
        </w:tc>
        <w:tc>
          <w:tcPr>
            <w:tcW w:w="946" w:type="pct"/>
          </w:tcPr>
          <w:p w:rsidR="0009337B" w:rsidRPr="001F5B2D" w:rsidRDefault="0009337B" w:rsidP="005378F4">
            <w:pPr>
              <w:spacing w:before="60" w:after="60" w:line="288" w:lineRule="auto"/>
              <w:jc w:val="center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ascii="Century Gothic" w:hAnsi="Century Gothic" w:cs="Arial"/>
                <w:szCs w:val="24"/>
              </w:rPr>
              <w:t>0</w:t>
            </w:r>
            <w:r w:rsidR="005378F4" w:rsidRPr="001F5B2D">
              <w:rPr>
                <w:rFonts w:ascii="Century Gothic" w:hAnsi="Century Gothic" w:cs="Arial"/>
                <w:szCs w:val="24"/>
              </w:rPr>
              <w:t>9</w:t>
            </w:r>
            <w:r w:rsidRPr="001F5B2D">
              <w:rPr>
                <w:rFonts w:ascii="Century Gothic" w:hAnsi="Century Gothic" w:cs="Arial"/>
                <w:szCs w:val="24"/>
              </w:rPr>
              <w:t>.30 – 0</w:t>
            </w:r>
            <w:r w:rsidR="005378F4" w:rsidRPr="001F5B2D">
              <w:rPr>
                <w:rFonts w:ascii="Century Gothic" w:hAnsi="Century Gothic" w:cs="Arial"/>
                <w:szCs w:val="24"/>
              </w:rPr>
              <w:t>9</w:t>
            </w:r>
            <w:r w:rsidRPr="001F5B2D">
              <w:rPr>
                <w:rFonts w:ascii="Century Gothic" w:hAnsi="Century Gothic" w:cs="Arial"/>
                <w:szCs w:val="24"/>
              </w:rPr>
              <w:t>.45</w:t>
            </w:r>
          </w:p>
        </w:tc>
      </w:tr>
      <w:tr w:rsidR="00603B50" w:rsidRPr="001F5B2D" w:rsidTr="00E13C8F">
        <w:trPr>
          <w:trHeight w:val="348"/>
        </w:trPr>
        <w:tc>
          <w:tcPr>
            <w:tcW w:w="3104" w:type="pct"/>
          </w:tcPr>
          <w:p w:rsidR="00603B50" w:rsidRPr="001F5B2D" w:rsidRDefault="006806F3" w:rsidP="006806F3">
            <w:pPr>
              <w:numPr>
                <w:ilvl w:val="0"/>
                <w:numId w:val="5"/>
              </w:numPr>
              <w:tabs>
                <w:tab w:val="num" w:pos="318"/>
              </w:tabs>
              <w:spacing w:before="60" w:after="60" w:line="288" w:lineRule="auto"/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Status of the 2020/21 Annual Performance Report</w:t>
            </w:r>
          </w:p>
        </w:tc>
        <w:tc>
          <w:tcPr>
            <w:tcW w:w="950" w:type="pct"/>
          </w:tcPr>
          <w:p w:rsidR="00603B50" w:rsidRPr="001F5B2D" w:rsidRDefault="00603B50" w:rsidP="0009337B">
            <w:pPr>
              <w:spacing w:before="60" w:after="60" w:line="288" w:lineRule="auto"/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CDC Strategic Management</w:t>
            </w:r>
          </w:p>
        </w:tc>
        <w:tc>
          <w:tcPr>
            <w:tcW w:w="946" w:type="pct"/>
            <w:vMerge w:val="restart"/>
          </w:tcPr>
          <w:p w:rsidR="00603B50" w:rsidRPr="001F5B2D" w:rsidRDefault="00603B50" w:rsidP="005378F4">
            <w:pPr>
              <w:spacing w:before="60" w:after="60" w:line="288" w:lineRule="auto"/>
              <w:jc w:val="center"/>
              <w:rPr>
                <w:rFonts w:ascii="Century Gothic" w:hAnsi="Century Gothic" w:cs="Arial"/>
                <w:szCs w:val="24"/>
              </w:rPr>
            </w:pPr>
            <w:r w:rsidRPr="001F5B2D">
              <w:rPr>
                <w:rFonts w:ascii="Century Gothic" w:hAnsi="Century Gothic" w:cs="Arial"/>
                <w:szCs w:val="24"/>
              </w:rPr>
              <w:t>0</w:t>
            </w:r>
            <w:r w:rsidR="005378F4" w:rsidRPr="001F5B2D">
              <w:rPr>
                <w:rFonts w:ascii="Century Gothic" w:hAnsi="Century Gothic" w:cs="Arial"/>
                <w:szCs w:val="24"/>
              </w:rPr>
              <w:t>9</w:t>
            </w:r>
            <w:r w:rsidRPr="001F5B2D">
              <w:rPr>
                <w:rFonts w:ascii="Century Gothic" w:hAnsi="Century Gothic" w:cs="Arial"/>
                <w:szCs w:val="24"/>
              </w:rPr>
              <w:t>.4</w:t>
            </w:r>
            <w:r w:rsidR="005378F4" w:rsidRPr="001F5B2D">
              <w:rPr>
                <w:rFonts w:ascii="Century Gothic" w:hAnsi="Century Gothic" w:cs="Arial"/>
                <w:szCs w:val="24"/>
              </w:rPr>
              <w:t>5 – 10</w:t>
            </w:r>
            <w:r w:rsidRPr="001F5B2D">
              <w:rPr>
                <w:rFonts w:ascii="Century Gothic" w:hAnsi="Century Gothic" w:cs="Arial"/>
                <w:szCs w:val="24"/>
              </w:rPr>
              <w:t>.15</w:t>
            </w:r>
          </w:p>
        </w:tc>
      </w:tr>
      <w:tr w:rsidR="00603B50" w:rsidRPr="001F5B2D" w:rsidTr="00E13C8F">
        <w:trPr>
          <w:trHeight w:val="340"/>
        </w:trPr>
        <w:tc>
          <w:tcPr>
            <w:tcW w:w="3104" w:type="pct"/>
            <w:shd w:val="clear" w:color="auto" w:fill="auto"/>
          </w:tcPr>
          <w:p w:rsidR="00603B50" w:rsidRPr="001F5B2D" w:rsidRDefault="006806F3" w:rsidP="00891F62">
            <w:pPr>
              <w:numPr>
                <w:ilvl w:val="0"/>
                <w:numId w:val="5"/>
              </w:numPr>
              <w:spacing w:before="60" w:after="60" w:line="288" w:lineRule="auto"/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Overview of the Q4</w:t>
            </w:r>
            <w:r w:rsidR="00891F62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 xml:space="preserve"> </w:t>
            </w:r>
            <w:r w:rsidR="00603B50" w:rsidRPr="001F5B2D"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  <w:t>Performance Report</w:t>
            </w:r>
          </w:p>
        </w:tc>
        <w:tc>
          <w:tcPr>
            <w:tcW w:w="950" w:type="pct"/>
            <w:shd w:val="clear" w:color="auto" w:fill="auto"/>
          </w:tcPr>
          <w:p w:rsidR="00603B50" w:rsidRPr="001F5B2D" w:rsidRDefault="00603B50" w:rsidP="0009337B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CDC Strategic Management</w:t>
            </w:r>
          </w:p>
        </w:tc>
        <w:tc>
          <w:tcPr>
            <w:tcW w:w="946" w:type="pct"/>
            <w:vMerge/>
            <w:shd w:val="clear" w:color="auto" w:fill="auto"/>
          </w:tcPr>
          <w:p w:rsidR="00603B50" w:rsidRPr="001F5B2D" w:rsidRDefault="00603B50" w:rsidP="0009337B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</w:p>
        </w:tc>
      </w:tr>
      <w:tr w:rsidR="00891F62" w:rsidRPr="001F5B2D" w:rsidTr="00817769">
        <w:trPr>
          <w:trHeight w:val="384"/>
        </w:trPr>
        <w:tc>
          <w:tcPr>
            <w:tcW w:w="5000" w:type="pct"/>
            <w:gridSpan w:val="3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000000" w:themeFill="text1"/>
          </w:tcPr>
          <w:p w:rsidR="00891F62" w:rsidRPr="001F5B2D" w:rsidRDefault="00891F62" w:rsidP="00817769">
            <w:pPr>
              <w:keepNext/>
              <w:spacing w:before="60" w:after="60" w:line="288" w:lineRule="auto"/>
              <w:outlineLvl w:val="0"/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  <w:t>TEA BREAK (15 MIN)</w:t>
            </w:r>
          </w:p>
        </w:tc>
      </w:tr>
      <w:tr w:rsidR="00891F62" w:rsidRPr="00891F62" w:rsidTr="00891F62">
        <w:trPr>
          <w:trHeight w:val="113"/>
        </w:trPr>
        <w:tc>
          <w:tcPr>
            <w:tcW w:w="5000" w:type="pct"/>
            <w:gridSpan w:val="3"/>
            <w:shd w:val="clear" w:color="auto" w:fill="auto"/>
          </w:tcPr>
          <w:p w:rsidR="00891F62" w:rsidRPr="00891F62" w:rsidRDefault="00891F62" w:rsidP="0009337B">
            <w:pPr>
              <w:spacing w:before="60" w:after="60" w:line="288" w:lineRule="auto"/>
              <w:rPr>
                <w:rFonts w:eastAsia="Times New Roman" w:cs="Arial"/>
                <w:color w:val="auto"/>
                <w:sz w:val="2"/>
                <w:lang w:val="en-ZA" w:eastAsia="en-US"/>
              </w:rPr>
            </w:pPr>
          </w:p>
        </w:tc>
      </w:tr>
      <w:tr w:rsidR="0009337B" w:rsidRPr="001F5B2D" w:rsidTr="00E13C8F">
        <w:trPr>
          <w:trHeight w:val="384"/>
        </w:trPr>
        <w:tc>
          <w:tcPr>
            <w:tcW w:w="5000" w:type="pct"/>
            <w:gridSpan w:val="3"/>
            <w:shd w:val="clear" w:color="auto" w:fill="000000" w:themeFill="text1"/>
          </w:tcPr>
          <w:p w:rsidR="0009337B" w:rsidRPr="001F5B2D" w:rsidRDefault="0009337B" w:rsidP="00D261EB">
            <w:pPr>
              <w:spacing w:before="60" w:after="60" w:line="288" w:lineRule="auto"/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bCs/>
                <w:color w:val="FFFFFF"/>
                <w:szCs w:val="24"/>
                <w:lang w:val="en-ZA" w:eastAsia="en-US"/>
              </w:rPr>
              <w:t xml:space="preserve">PRESENTATIONS BY REGIONS ON TARGETS NOT ACHIEVED DURING QUARTER </w:t>
            </w:r>
            <w:r w:rsidR="00D261EB">
              <w:rPr>
                <w:rFonts w:eastAsia="Times New Roman" w:cs="Arial"/>
                <w:b/>
                <w:bCs/>
                <w:color w:val="FFFFFF"/>
                <w:szCs w:val="24"/>
                <w:lang w:val="en-ZA" w:eastAsia="en-US"/>
              </w:rPr>
              <w:t>FOUR</w:t>
            </w:r>
          </w:p>
        </w:tc>
      </w:tr>
      <w:tr w:rsidR="0009337B" w:rsidRPr="001F5B2D" w:rsidTr="00D261EB">
        <w:trPr>
          <w:trHeight w:val="292"/>
        </w:trPr>
        <w:tc>
          <w:tcPr>
            <w:tcW w:w="3104" w:type="pct"/>
            <w:tcBorders>
              <w:bottom w:val="single" w:sz="12" w:space="0" w:color="A6A6A6" w:themeColor="background1" w:themeShade="A6"/>
            </w:tcBorders>
            <w:shd w:val="clear" w:color="auto" w:fill="auto"/>
          </w:tcPr>
          <w:p w:rsidR="0009337B" w:rsidRPr="0009337B" w:rsidRDefault="0009337B" w:rsidP="005378F4">
            <w:pPr>
              <w:numPr>
                <w:ilvl w:val="0"/>
                <w:numId w:val="5"/>
              </w:numPr>
              <w:spacing w:line="288" w:lineRule="auto"/>
              <w:ind w:left="357" w:hanging="357"/>
              <w:rPr>
                <w:rFonts w:eastAsia="Times New Roman" w:cs="Arial"/>
                <w:b/>
                <w:color w:val="auto"/>
                <w:szCs w:val="24"/>
                <w:lang w:val="en-ZA" w:eastAsia="en-US"/>
              </w:rPr>
            </w:pPr>
            <w:r w:rsidRPr="0009337B">
              <w:rPr>
                <w:rFonts w:eastAsia="Times New Roman" w:cs="Arial"/>
                <w:b/>
                <w:color w:val="auto"/>
                <w:szCs w:val="24"/>
                <w:lang w:eastAsia="en-US"/>
              </w:rPr>
              <w:t xml:space="preserve">Presentations by Regions on targets not achieved for </w:t>
            </w:r>
            <w:r w:rsidR="006806F3">
              <w:rPr>
                <w:rFonts w:eastAsia="Times New Roman" w:cs="Arial"/>
                <w:b/>
                <w:color w:val="auto"/>
                <w:szCs w:val="24"/>
                <w:lang w:eastAsia="en-US"/>
              </w:rPr>
              <w:t>Q4</w:t>
            </w:r>
            <w:r w:rsidR="00891F62">
              <w:rPr>
                <w:rFonts w:eastAsia="Times New Roman" w:cs="Arial"/>
                <w:b/>
                <w:color w:val="auto"/>
                <w:szCs w:val="24"/>
                <w:lang w:eastAsia="en-US"/>
              </w:rPr>
              <w:t xml:space="preserve"> </w:t>
            </w:r>
          </w:p>
          <w:p w:rsidR="0009337B" w:rsidRPr="0009337B" w:rsidRDefault="00603B50" w:rsidP="00891F62">
            <w:pPr>
              <w:spacing w:after="0" w:line="360" w:lineRule="auto"/>
              <w:ind w:left="851" w:hanging="539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7</w:t>
            </w:r>
            <w:r w:rsidR="0009337B" w:rsidRPr="0009337B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.1  LMN Region </w:t>
            </w:r>
          </w:p>
          <w:p w:rsidR="0009337B" w:rsidRPr="0009337B" w:rsidRDefault="00603B50" w:rsidP="00891F62">
            <w:pPr>
              <w:spacing w:after="0" w:line="360" w:lineRule="auto"/>
              <w:ind w:left="851" w:hanging="539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7</w:t>
            </w:r>
            <w:r w:rsidR="0009337B" w:rsidRPr="0009337B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.2  FS/NC Region </w:t>
            </w:r>
          </w:p>
          <w:p w:rsidR="0009337B" w:rsidRPr="0009337B" w:rsidRDefault="00603B50" w:rsidP="00891F62">
            <w:pPr>
              <w:spacing w:after="0" w:line="360" w:lineRule="auto"/>
              <w:ind w:left="851" w:hanging="539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7</w:t>
            </w:r>
            <w:r w:rsidR="0009337B" w:rsidRPr="0009337B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.3  KZN Region </w:t>
            </w:r>
          </w:p>
          <w:p w:rsidR="0009337B" w:rsidRPr="0009337B" w:rsidRDefault="00603B50" w:rsidP="00891F62">
            <w:pPr>
              <w:spacing w:after="0" w:line="360" w:lineRule="auto"/>
              <w:ind w:left="851" w:hanging="539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7</w:t>
            </w:r>
            <w:r w:rsidR="0009337B" w:rsidRPr="0009337B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.4  WC Region </w:t>
            </w:r>
          </w:p>
          <w:p w:rsidR="0009337B" w:rsidRPr="0009337B" w:rsidRDefault="00603B50" w:rsidP="00891F62">
            <w:pPr>
              <w:spacing w:after="0" w:line="360" w:lineRule="auto"/>
              <w:ind w:left="851" w:hanging="538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7</w:t>
            </w:r>
            <w:r w:rsidR="0009337B" w:rsidRPr="0009337B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.5  Gauteng Region </w:t>
            </w:r>
          </w:p>
          <w:p w:rsidR="0009337B" w:rsidRPr="0009337B" w:rsidRDefault="00603B50" w:rsidP="00322CA6">
            <w:pPr>
              <w:spacing w:after="0" w:line="288" w:lineRule="auto"/>
              <w:ind w:left="851" w:hanging="538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7</w:t>
            </w:r>
            <w:r w:rsidR="0009337B" w:rsidRPr="0009337B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.6  EC Region </w:t>
            </w:r>
          </w:p>
          <w:p w:rsidR="0009337B" w:rsidRPr="001F5B2D" w:rsidRDefault="0009337B" w:rsidP="00603B50">
            <w:pPr>
              <w:spacing w:before="60" w:after="60" w:line="288" w:lineRule="auto"/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bCs/>
                <w:i/>
                <w:color w:val="E36C0A"/>
                <w:szCs w:val="24"/>
                <w:lang w:val="en-ZA" w:eastAsia="en-US"/>
              </w:rPr>
              <w:t>Discussions</w:t>
            </w:r>
          </w:p>
        </w:tc>
        <w:tc>
          <w:tcPr>
            <w:tcW w:w="950" w:type="pct"/>
            <w:tcBorders>
              <w:bottom w:val="single" w:sz="12" w:space="0" w:color="A6A6A6" w:themeColor="background1" w:themeShade="A6"/>
            </w:tcBorders>
            <w:vAlign w:val="center"/>
          </w:tcPr>
          <w:p w:rsidR="0009337B" w:rsidRPr="001F5B2D" w:rsidRDefault="0009337B" w:rsidP="0009337B">
            <w:pPr>
              <w:spacing w:line="288" w:lineRule="auto"/>
              <w:rPr>
                <w:rFonts w:cs="Arial"/>
                <w:bCs/>
                <w:szCs w:val="24"/>
                <w:lang w:val="en-ZA"/>
              </w:rPr>
            </w:pPr>
          </w:p>
          <w:p w:rsidR="0009337B" w:rsidRPr="001F5B2D" w:rsidRDefault="0009337B" w:rsidP="00891F62">
            <w:pPr>
              <w:spacing w:after="0" w:line="360" w:lineRule="auto"/>
              <w:ind w:left="850" w:hanging="816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cs="Arial"/>
                <w:bCs/>
                <w:szCs w:val="24"/>
                <w:lang w:val="en-ZA"/>
              </w:rPr>
              <w:t xml:space="preserve">RC: </w:t>
            </w: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LMN</w:t>
            </w:r>
          </w:p>
          <w:p w:rsidR="0009337B" w:rsidRPr="001F5B2D" w:rsidRDefault="0009337B" w:rsidP="00891F62">
            <w:pPr>
              <w:spacing w:after="0" w:line="360" w:lineRule="auto"/>
              <w:ind w:left="850" w:hanging="816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RC: FS/NC</w:t>
            </w:r>
          </w:p>
          <w:p w:rsidR="0009337B" w:rsidRPr="001F5B2D" w:rsidRDefault="0009337B" w:rsidP="00891F62">
            <w:pPr>
              <w:spacing w:after="0" w:line="360" w:lineRule="auto"/>
              <w:ind w:left="850" w:hanging="816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Act. RC: KZN</w:t>
            </w:r>
          </w:p>
          <w:p w:rsidR="0009337B" w:rsidRPr="001F5B2D" w:rsidRDefault="0009337B" w:rsidP="00891F62">
            <w:pPr>
              <w:spacing w:after="0" w:line="360" w:lineRule="auto"/>
              <w:ind w:left="850" w:hanging="816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RC: WC</w:t>
            </w:r>
          </w:p>
          <w:p w:rsidR="0009337B" w:rsidRPr="001F5B2D" w:rsidRDefault="0009337B" w:rsidP="00891F62">
            <w:pPr>
              <w:spacing w:after="0" w:line="360" w:lineRule="auto"/>
              <w:ind w:left="850" w:hanging="816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RC: Gauteng</w:t>
            </w:r>
          </w:p>
          <w:p w:rsidR="0009337B" w:rsidRPr="001F5B2D" w:rsidRDefault="0009337B" w:rsidP="00891F62">
            <w:pPr>
              <w:spacing w:after="0" w:line="360" w:lineRule="auto"/>
              <w:ind w:left="851" w:hanging="816"/>
              <w:rPr>
                <w:rFonts w:cs="Arial"/>
                <w:bCs/>
                <w:szCs w:val="24"/>
                <w:lang w:val="en-ZA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RC: EC</w:t>
            </w:r>
          </w:p>
          <w:p w:rsidR="0009337B" w:rsidRPr="001F5B2D" w:rsidRDefault="0009337B" w:rsidP="0009337B">
            <w:pPr>
              <w:spacing w:line="288" w:lineRule="auto"/>
              <w:rPr>
                <w:rFonts w:cs="Arial"/>
                <w:szCs w:val="24"/>
              </w:rPr>
            </w:pPr>
          </w:p>
        </w:tc>
        <w:tc>
          <w:tcPr>
            <w:tcW w:w="946" w:type="pct"/>
            <w:tcBorders>
              <w:bottom w:val="single" w:sz="12" w:space="0" w:color="A6A6A6" w:themeColor="background1" w:themeShade="A6"/>
            </w:tcBorders>
            <w:shd w:val="clear" w:color="auto" w:fill="auto"/>
          </w:tcPr>
          <w:p w:rsidR="0009337B" w:rsidRPr="001F5B2D" w:rsidRDefault="005378F4" w:rsidP="00891F62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10</w:t>
            </w:r>
            <w:r w:rsidR="00603B50"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.</w:t>
            </w:r>
            <w:r w:rsidR="00891F62">
              <w:rPr>
                <w:rFonts w:eastAsia="Times New Roman" w:cs="Arial"/>
                <w:color w:val="auto"/>
                <w:szCs w:val="24"/>
                <w:lang w:val="en-ZA" w:eastAsia="en-US"/>
              </w:rPr>
              <w:t>30</w:t>
            </w:r>
            <w:r w:rsidR="00603B50"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 – 1</w:t>
            </w: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1</w:t>
            </w:r>
            <w:r w:rsidR="00891F62">
              <w:rPr>
                <w:rFonts w:eastAsia="Times New Roman" w:cs="Arial"/>
                <w:color w:val="auto"/>
                <w:szCs w:val="24"/>
                <w:lang w:val="en-ZA" w:eastAsia="en-US"/>
              </w:rPr>
              <w:t>.30</w:t>
            </w:r>
          </w:p>
        </w:tc>
      </w:tr>
      <w:tr w:rsidR="001F5B2D" w:rsidRPr="00891F62" w:rsidTr="00891F62">
        <w:trPr>
          <w:trHeight w:val="113"/>
        </w:trPr>
        <w:tc>
          <w:tcPr>
            <w:tcW w:w="5000" w:type="pct"/>
            <w:gridSpan w:val="3"/>
            <w:tcBorders>
              <w:top w:val="single" w:sz="12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</w:tcPr>
          <w:p w:rsidR="0009337B" w:rsidRPr="00891F62" w:rsidRDefault="0009337B" w:rsidP="00D261EB">
            <w:pPr>
              <w:spacing w:before="60" w:after="60" w:line="288" w:lineRule="auto"/>
              <w:rPr>
                <w:rFonts w:eastAsia="Times New Roman" w:cs="Arial"/>
                <w:b/>
                <w:color w:val="auto"/>
                <w:sz w:val="10"/>
                <w:szCs w:val="24"/>
                <w:lang w:val="en-ZA" w:eastAsia="en-US"/>
              </w:rPr>
            </w:pPr>
          </w:p>
          <w:p w:rsidR="00891F62" w:rsidRDefault="00891F62" w:rsidP="00D261EB">
            <w:pPr>
              <w:spacing w:before="60" w:after="60" w:line="288" w:lineRule="auto"/>
              <w:rPr>
                <w:rFonts w:eastAsia="Times New Roman" w:cs="Arial"/>
                <w:b/>
                <w:color w:val="auto"/>
                <w:sz w:val="10"/>
                <w:szCs w:val="24"/>
                <w:lang w:val="en-ZA" w:eastAsia="en-US"/>
              </w:rPr>
            </w:pPr>
          </w:p>
          <w:p w:rsidR="00891F62" w:rsidRPr="00891F62" w:rsidRDefault="00891F62" w:rsidP="00D261EB">
            <w:pPr>
              <w:spacing w:before="60" w:after="60" w:line="288" w:lineRule="auto"/>
              <w:rPr>
                <w:rFonts w:eastAsia="Times New Roman" w:cs="Arial"/>
                <w:b/>
                <w:color w:val="auto"/>
                <w:sz w:val="10"/>
                <w:szCs w:val="24"/>
                <w:lang w:val="en-ZA" w:eastAsia="en-US"/>
              </w:rPr>
            </w:pPr>
          </w:p>
        </w:tc>
      </w:tr>
      <w:tr w:rsidR="00840DFE" w:rsidRPr="001F5B2D" w:rsidTr="00D261EB">
        <w:trPr>
          <w:trHeight w:val="384"/>
        </w:trPr>
        <w:tc>
          <w:tcPr>
            <w:tcW w:w="5000" w:type="pct"/>
            <w:gridSpan w:val="3"/>
            <w:tcBorders>
              <w:top w:val="nil"/>
            </w:tcBorders>
            <w:shd w:val="clear" w:color="auto" w:fill="000000" w:themeFill="text1"/>
          </w:tcPr>
          <w:p w:rsidR="00840DFE" w:rsidRPr="001F5B2D" w:rsidRDefault="00840DFE" w:rsidP="00D261EB">
            <w:pPr>
              <w:spacing w:before="60" w:after="60" w:line="288" w:lineRule="auto"/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bCs/>
                <w:color w:val="FFFFFF"/>
                <w:szCs w:val="24"/>
                <w:lang w:val="en-ZA" w:eastAsia="en-US"/>
              </w:rPr>
              <w:lastRenderedPageBreak/>
              <w:t xml:space="preserve">PRESENTATIONS BY </w:t>
            </w:r>
            <w:r>
              <w:rPr>
                <w:rFonts w:eastAsia="Times New Roman" w:cs="Arial"/>
                <w:b/>
                <w:bCs/>
                <w:color w:val="FFFFFF"/>
                <w:szCs w:val="24"/>
                <w:lang w:val="en-ZA" w:eastAsia="en-US"/>
              </w:rPr>
              <w:t>BRANCHES</w:t>
            </w:r>
            <w:r w:rsidRPr="001F5B2D">
              <w:rPr>
                <w:rFonts w:eastAsia="Times New Roman" w:cs="Arial"/>
                <w:b/>
                <w:bCs/>
                <w:color w:val="FFFFFF"/>
                <w:szCs w:val="24"/>
                <w:lang w:val="en-ZA" w:eastAsia="en-US"/>
              </w:rPr>
              <w:t xml:space="preserve"> ON TARGETS NOT ACHIEVED DURING QUARTER </w:t>
            </w:r>
            <w:r w:rsidR="00D261EB">
              <w:rPr>
                <w:rFonts w:eastAsia="Times New Roman" w:cs="Arial"/>
                <w:b/>
                <w:bCs/>
                <w:color w:val="FFFFFF"/>
                <w:szCs w:val="24"/>
                <w:lang w:val="en-ZA" w:eastAsia="en-US"/>
              </w:rPr>
              <w:t>FOUR</w:t>
            </w:r>
          </w:p>
        </w:tc>
      </w:tr>
      <w:tr w:rsidR="00603B50" w:rsidRPr="001F5B2D" w:rsidTr="00E13C8F">
        <w:trPr>
          <w:trHeight w:val="794"/>
        </w:trPr>
        <w:tc>
          <w:tcPr>
            <w:tcW w:w="3104" w:type="pct"/>
          </w:tcPr>
          <w:p w:rsidR="00603B50" w:rsidRPr="00603B50" w:rsidRDefault="00603B50" w:rsidP="005378F4">
            <w:pPr>
              <w:numPr>
                <w:ilvl w:val="0"/>
                <w:numId w:val="5"/>
              </w:numPr>
              <w:spacing w:line="288" w:lineRule="auto"/>
              <w:ind w:left="357" w:hanging="357"/>
              <w:rPr>
                <w:rFonts w:eastAsia="Times New Roman" w:cs="Arial"/>
                <w:b/>
                <w:color w:val="auto"/>
                <w:szCs w:val="24"/>
                <w:lang w:eastAsia="en-US"/>
              </w:rPr>
            </w:pPr>
            <w:r w:rsidRPr="00603B50">
              <w:rPr>
                <w:rFonts w:eastAsia="Times New Roman" w:cs="Arial"/>
                <w:b/>
                <w:color w:val="auto"/>
                <w:szCs w:val="24"/>
                <w:lang w:eastAsia="en-US"/>
              </w:rPr>
              <w:t xml:space="preserve">Presentations by Branches on targets not achieved for </w:t>
            </w:r>
            <w:r w:rsidR="00D261EB">
              <w:rPr>
                <w:rFonts w:eastAsia="Times New Roman" w:cs="Arial"/>
                <w:b/>
                <w:color w:val="auto"/>
                <w:szCs w:val="24"/>
                <w:lang w:eastAsia="en-US"/>
              </w:rPr>
              <w:t>Q4</w:t>
            </w:r>
            <w:r w:rsidR="00322CA6">
              <w:rPr>
                <w:rFonts w:eastAsia="Times New Roman" w:cs="Arial"/>
                <w:b/>
                <w:color w:val="auto"/>
                <w:szCs w:val="24"/>
                <w:lang w:eastAsia="en-US"/>
              </w:rPr>
              <w:t xml:space="preserve"> </w:t>
            </w:r>
          </w:p>
          <w:p w:rsidR="00603B50" w:rsidRDefault="00603B50" w:rsidP="00891F62">
            <w:pPr>
              <w:numPr>
                <w:ilvl w:val="1"/>
                <w:numId w:val="20"/>
              </w:numPr>
              <w:spacing w:after="0" w:line="360" w:lineRule="auto"/>
              <w:ind w:left="737" w:hanging="425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603B50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DIU </w:t>
            </w:r>
          </w:p>
          <w:p w:rsidR="00E826F7" w:rsidRDefault="00E826F7" w:rsidP="00891F62">
            <w:pPr>
              <w:numPr>
                <w:ilvl w:val="1"/>
                <w:numId w:val="20"/>
              </w:numPr>
              <w:spacing w:after="0" w:line="360" w:lineRule="auto"/>
              <w:ind w:left="737" w:hanging="425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Finance</w:t>
            </w:r>
          </w:p>
          <w:p w:rsidR="00E826F7" w:rsidRPr="00603B50" w:rsidRDefault="00E826F7" w:rsidP="00891F62">
            <w:pPr>
              <w:numPr>
                <w:ilvl w:val="1"/>
                <w:numId w:val="20"/>
              </w:numPr>
              <w:spacing w:after="0" w:line="360" w:lineRule="auto"/>
              <w:ind w:left="737" w:hanging="425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Human Resources</w:t>
            </w:r>
          </w:p>
          <w:p w:rsidR="00603B50" w:rsidRPr="00603B50" w:rsidRDefault="00603B50" w:rsidP="00891F62">
            <w:pPr>
              <w:numPr>
                <w:ilvl w:val="1"/>
                <w:numId w:val="20"/>
              </w:numPr>
              <w:spacing w:after="0" w:line="360" w:lineRule="auto"/>
              <w:ind w:left="737" w:hanging="425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603B50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GITO </w:t>
            </w:r>
          </w:p>
          <w:p w:rsidR="00603B50" w:rsidRPr="00603B50" w:rsidRDefault="003E5D9B" w:rsidP="00891F62">
            <w:pPr>
              <w:numPr>
                <w:ilvl w:val="1"/>
                <w:numId w:val="20"/>
              </w:numPr>
              <w:spacing w:after="0" w:line="360" w:lineRule="auto"/>
              <w:ind w:left="737" w:hanging="425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Security</w:t>
            </w:r>
            <w:r w:rsidR="00603B50" w:rsidRPr="00603B50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 </w:t>
            </w:r>
          </w:p>
          <w:p w:rsidR="00603B50" w:rsidRPr="00603B50" w:rsidRDefault="00603B50" w:rsidP="00891F62">
            <w:pPr>
              <w:numPr>
                <w:ilvl w:val="1"/>
                <w:numId w:val="20"/>
              </w:numPr>
              <w:spacing w:after="0" w:line="360" w:lineRule="auto"/>
              <w:ind w:left="738" w:hanging="425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603B50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Social Reintegration </w:t>
            </w:r>
          </w:p>
          <w:p w:rsidR="00603B50" w:rsidRPr="001F5B2D" w:rsidRDefault="00603B50" w:rsidP="00603B50">
            <w:pPr>
              <w:spacing w:before="60" w:after="60" w:line="288" w:lineRule="auto"/>
              <w:rPr>
                <w:rFonts w:eastAsia="Times New Roman" w:cs="Arial"/>
                <w:bCs/>
                <w:i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bCs/>
                <w:i/>
                <w:color w:val="E36C0A"/>
                <w:szCs w:val="24"/>
                <w:lang w:val="en-ZA" w:eastAsia="en-US"/>
              </w:rPr>
              <w:t>Discussions</w:t>
            </w:r>
          </w:p>
        </w:tc>
        <w:tc>
          <w:tcPr>
            <w:tcW w:w="950" w:type="pct"/>
            <w:vAlign w:val="center"/>
          </w:tcPr>
          <w:p w:rsidR="00603B50" w:rsidRPr="001F5B2D" w:rsidRDefault="00603B50" w:rsidP="00891F62">
            <w:pPr>
              <w:spacing w:after="0" w:line="360" w:lineRule="auto"/>
              <w:rPr>
                <w:rFonts w:cs="Arial"/>
                <w:bCs/>
                <w:szCs w:val="24"/>
                <w:lang w:val="en-ZA"/>
              </w:rPr>
            </w:pPr>
            <w:r w:rsidRPr="001F5B2D">
              <w:rPr>
                <w:rFonts w:cs="Arial"/>
                <w:bCs/>
                <w:szCs w:val="24"/>
                <w:lang w:val="en-ZA"/>
              </w:rPr>
              <w:t>Act D: DIU</w:t>
            </w:r>
          </w:p>
          <w:p w:rsidR="00E826F7" w:rsidRDefault="00E826F7" w:rsidP="00891F62">
            <w:pPr>
              <w:spacing w:after="0" w:line="360" w:lineRule="auto"/>
              <w:rPr>
                <w:rFonts w:cs="Arial"/>
                <w:bCs/>
                <w:szCs w:val="24"/>
                <w:lang w:val="en-ZA"/>
              </w:rPr>
            </w:pPr>
            <w:r>
              <w:rPr>
                <w:rFonts w:cs="Arial"/>
                <w:bCs/>
                <w:szCs w:val="24"/>
                <w:lang w:val="en-ZA"/>
              </w:rPr>
              <w:t>CFO</w:t>
            </w:r>
          </w:p>
          <w:p w:rsidR="00E826F7" w:rsidRDefault="00E826F7" w:rsidP="00891F62">
            <w:pPr>
              <w:spacing w:after="0" w:line="360" w:lineRule="auto"/>
              <w:rPr>
                <w:rFonts w:cs="Arial"/>
                <w:bCs/>
                <w:szCs w:val="24"/>
                <w:lang w:val="en-ZA"/>
              </w:rPr>
            </w:pPr>
            <w:r>
              <w:rPr>
                <w:rFonts w:cs="Arial"/>
                <w:bCs/>
                <w:szCs w:val="24"/>
                <w:lang w:val="en-ZA"/>
              </w:rPr>
              <w:t>CDC HR</w:t>
            </w:r>
          </w:p>
          <w:p w:rsidR="00603B50" w:rsidRPr="001F5B2D" w:rsidRDefault="00603B50" w:rsidP="00891F62">
            <w:pPr>
              <w:spacing w:after="0" w:line="360" w:lineRule="auto"/>
              <w:rPr>
                <w:rFonts w:cs="Arial"/>
                <w:bCs/>
                <w:szCs w:val="24"/>
                <w:lang w:val="en-ZA"/>
              </w:rPr>
            </w:pPr>
            <w:r w:rsidRPr="001F5B2D">
              <w:rPr>
                <w:rFonts w:cs="Arial"/>
                <w:bCs/>
                <w:szCs w:val="24"/>
                <w:lang w:val="en-ZA"/>
              </w:rPr>
              <w:t>CDC: GITO</w:t>
            </w:r>
          </w:p>
          <w:p w:rsidR="00603B50" w:rsidRPr="001F5B2D" w:rsidRDefault="003E5D9B" w:rsidP="00891F62">
            <w:pPr>
              <w:spacing w:after="0" w:line="360" w:lineRule="auto"/>
              <w:rPr>
                <w:rFonts w:cs="Arial"/>
                <w:bCs/>
                <w:szCs w:val="24"/>
                <w:lang w:val="en-ZA"/>
              </w:rPr>
            </w:pPr>
            <w:r>
              <w:rPr>
                <w:rFonts w:cs="Arial"/>
                <w:bCs/>
                <w:szCs w:val="24"/>
                <w:lang w:val="en-ZA"/>
              </w:rPr>
              <w:t>CSO</w:t>
            </w:r>
          </w:p>
          <w:p w:rsidR="00603B50" w:rsidRPr="00E826F7" w:rsidRDefault="00603B50" w:rsidP="00891F62">
            <w:pPr>
              <w:spacing w:after="0" w:line="360" w:lineRule="auto"/>
              <w:rPr>
                <w:rFonts w:cs="Arial"/>
                <w:bCs/>
                <w:szCs w:val="24"/>
                <w:lang w:val="en-ZA"/>
              </w:rPr>
            </w:pPr>
            <w:r w:rsidRPr="001F5B2D">
              <w:rPr>
                <w:rFonts w:cs="Arial"/>
                <w:bCs/>
                <w:szCs w:val="24"/>
                <w:lang w:val="en-ZA"/>
              </w:rPr>
              <w:t xml:space="preserve">CDC: </w:t>
            </w:r>
            <w:proofErr w:type="spellStart"/>
            <w:r w:rsidRPr="001F5B2D">
              <w:rPr>
                <w:rFonts w:cs="Arial"/>
                <w:bCs/>
                <w:szCs w:val="24"/>
                <w:lang w:val="en-ZA"/>
              </w:rPr>
              <w:t>ComCorr</w:t>
            </w:r>
            <w:proofErr w:type="spellEnd"/>
          </w:p>
        </w:tc>
        <w:tc>
          <w:tcPr>
            <w:tcW w:w="946" w:type="pct"/>
          </w:tcPr>
          <w:p w:rsidR="00603B50" w:rsidRPr="001F5B2D" w:rsidRDefault="005378F4" w:rsidP="005378F4">
            <w:pPr>
              <w:spacing w:after="0" w:line="288" w:lineRule="auto"/>
              <w:jc w:val="center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eastAsia="en-US"/>
              </w:rPr>
              <w:t>11</w:t>
            </w:r>
            <w:r w:rsidR="00603B50" w:rsidRPr="00603B50">
              <w:rPr>
                <w:rFonts w:eastAsia="Times New Roman" w:cs="Arial"/>
                <w:color w:val="auto"/>
                <w:szCs w:val="24"/>
                <w:lang w:eastAsia="en-US"/>
              </w:rPr>
              <w:t>.30 – 1</w:t>
            </w:r>
            <w:r w:rsidRPr="001F5B2D">
              <w:rPr>
                <w:rFonts w:eastAsia="Times New Roman" w:cs="Arial"/>
                <w:color w:val="auto"/>
                <w:szCs w:val="24"/>
                <w:lang w:eastAsia="en-US"/>
              </w:rPr>
              <w:t>2</w:t>
            </w:r>
            <w:r w:rsidR="00603B50" w:rsidRPr="00603B50">
              <w:rPr>
                <w:rFonts w:eastAsia="Times New Roman" w:cs="Arial"/>
                <w:color w:val="auto"/>
                <w:szCs w:val="24"/>
                <w:lang w:eastAsia="en-US"/>
              </w:rPr>
              <w:t>.30</w:t>
            </w:r>
          </w:p>
        </w:tc>
      </w:tr>
      <w:tr w:rsidR="00603B50" w:rsidRPr="001F5B2D" w:rsidTr="00E13C8F">
        <w:trPr>
          <w:trHeight w:val="350"/>
        </w:trPr>
        <w:tc>
          <w:tcPr>
            <w:tcW w:w="3104" w:type="pct"/>
            <w:shd w:val="clear" w:color="auto" w:fill="auto"/>
          </w:tcPr>
          <w:p w:rsidR="00603B50" w:rsidRPr="001F5B2D" w:rsidRDefault="00D261EB" w:rsidP="001F5B2D">
            <w:pPr>
              <w:numPr>
                <w:ilvl w:val="0"/>
                <w:numId w:val="5"/>
              </w:numPr>
              <w:spacing w:before="60" w:after="60" w:line="312" w:lineRule="auto"/>
              <w:ind w:left="357" w:hanging="357"/>
              <w:contextualSpacing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Q4 </w:t>
            </w:r>
            <w:r w:rsidR="00603B50"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Departmental financial performance </w:t>
            </w:r>
          </w:p>
          <w:p w:rsidR="00603B50" w:rsidRPr="001F5B2D" w:rsidRDefault="00603B50" w:rsidP="00603B50">
            <w:pPr>
              <w:spacing w:before="60" w:after="60" w:line="288" w:lineRule="auto"/>
              <w:ind w:left="454"/>
              <w:rPr>
                <w:rFonts w:eastAsia="Times New Roman" w:cs="Arial"/>
                <w:b/>
                <w:color w:val="003300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bCs/>
                <w:i/>
                <w:color w:val="E36C0A"/>
                <w:szCs w:val="24"/>
                <w:lang w:val="en-ZA" w:eastAsia="en-US"/>
              </w:rPr>
              <w:t>Discussion</w:t>
            </w:r>
          </w:p>
        </w:tc>
        <w:tc>
          <w:tcPr>
            <w:tcW w:w="950" w:type="pct"/>
            <w:shd w:val="clear" w:color="auto" w:fill="auto"/>
          </w:tcPr>
          <w:p w:rsidR="00603B50" w:rsidRPr="001F5B2D" w:rsidRDefault="00603B50" w:rsidP="00603B50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CFO</w:t>
            </w:r>
          </w:p>
        </w:tc>
        <w:tc>
          <w:tcPr>
            <w:tcW w:w="946" w:type="pct"/>
            <w:shd w:val="clear" w:color="auto" w:fill="auto"/>
          </w:tcPr>
          <w:p w:rsidR="00603B50" w:rsidRPr="001F5B2D" w:rsidRDefault="005378F4" w:rsidP="005378F4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12</w:t>
            </w:r>
            <w:r w:rsidR="00603B50"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.30 – 1</w:t>
            </w: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3</w:t>
            </w:r>
            <w:r w:rsidR="00603B50"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.00</w:t>
            </w:r>
          </w:p>
        </w:tc>
      </w:tr>
      <w:tr w:rsidR="005378F4" w:rsidRPr="001F5B2D" w:rsidTr="006806F3">
        <w:trPr>
          <w:trHeight w:val="384"/>
        </w:trPr>
        <w:tc>
          <w:tcPr>
            <w:tcW w:w="5000" w:type="pct"/>
            <w:gridSpan w:val="3"/>
            <w:shd w:val="clear" w:color="auto" w:fill="000000" w:themeFill="text1"/>
          </w:tcPr>
          <w:p w:rsidR="005378F4" w:rsidRPr="001F5B2D" w:rsidRDefault="005378F4" w:rsidP="00DC24E0">
            <w:pPr>
              <w:keepNext/>
              <w:spacing w:before="60" w:after="60" w:line="288" w:lineRule="auto"/>
              <w:outlineLvl w:val="0"/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color w:val="FFFFFF"/>
                <w:szCs w:val="24"/>
                <w:lang w:val="en-ZA" w:eastAsia="en-US"/>
              </w:rPr>
              <w:t>LUNCH BREAK (60 MIN)</w:t>
            </w:r>
          </w:p>
        </w:tc>
      </w:tr>
      <w:tr w:rsidR="00603B50" w:rsidRPr="001F5B2D" w:rsidTr="00E13C8F">
        <w:trPr>
          <w:trHeight w:val="350"/>
        </w:trPr>
        <w:tc>
          <w:tcPr>
            <w:tcW w:w="3104" w:type="pct"/>
            <w:shd w:val="clear" w:color="auto" w:fill="auto"/>
          </w:tcPr>
          <w:p w:rsidR="00603B50" w:rsidRPr="001F5B2D" w:rsidRDefault="00603B50" w:rsidP="001F5B2D">
            <w:pPr>
              <w:numPr>
                <w:ilvl w:val="0"/>
                <w:numId w:val="5"/>
              </w:numPr>
              <w:spacing w:before="60" w:after="60" w:line="312" w:lineRule="auto"/>
              <w:ind w:left="454" w:hanging="454"/>
              <w:contextualSpacing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Progress Report on the implementation of audit findings</w:t>
            </w:r>
          </w:p>
          <w:p w:rsidR="00603B50" w:rsidRPr="001F5B2D" w:rsidRDefault="00603B50" w:rsidP="001F5B2D">
            <w:pPr>
              <w:spacing w:before="60" w:after="60" w:line="312" w:lineRule="auto"/>
              <w:ind w:left="454"/>
              <w:contextualSpacing/>
              <w:rPr>
                <w:rFonts w:eastAsia="Times New Roman" w:cs="Arial"/>
                <w:b/>
                <w:color w:val="003300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bCs/>
                <w:i/>
                <w:color w:val="E36C0A"/>
                <w:szCs w:val="24"/>
                <w:lang w:val="en-ZA" w:eastAsia="en-US"/>
              </w:rPr>
              <w:t>Discussion</w:t>
            </w:r>
            <w:r w:rsidRPr="001F5B2D">
              <w:rPr>
                <w:rFonts w:eastAsia="Times New Roman" w:cs="Arial"/>
                <w:b/>
                <w:color w:val="003300"/>
                <w:szCs w:val="24"/>
                <w:lang w:eastAsia="en-US"/>
              </w:rPr>
              <w:t xml:space="preserve"> </w:t>
            </w:r>
          </w:p>
        </w:tc>
        <w:tc>
          <w:tcPr>
            <w:tcW w:w="950" w:type="pct"/>
            <w:shd w:val="clear" w:color="auto" w:fill="auto"/>
          </w:tcPr>
          <w:p w:rsidR="00603B50" w:rsidRPr="001F5B2D" w:rsidRDefault="00603B50" w:rsidP="00603B50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DC: ICC</w:t>
            </w:r>
          </w:p>
        </w:tc>
        <w:tc>
          <w:tcPr>
            <w:tcW w:w="946" w:type="pct"/>
            <w:shd w:val="clear" w:color="auto" w:fill="auto"/>
          </w:tcPr>
          <w:p w:rsidR="00603B50" w:rsidRPr="001F5B2D" w:rsidRDefault="005378F4" w:rsidP="005378F4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14.00 – 14.30</w:t>
            </w:r>
          </w:p>
        </w:tc>
      </w:tr>
      <w:tr w:rsidR="005378F4" w:rsidRPr="001F5B2D" w:rsidTr="00E13C8F">
        <w:trPr>
          <w:trHeight w:val="350"/>
        </w:trPr>
        <w:tc>
          <w:tcPr>
            <w:tcW w:w="3104" w:type="pct"/>
            <w:shd w:val="clear" w:color="auto" w:fill="auto"/>
          </w:tcPr>
          <w:p w:rsidR="005378F4" w:rsidRPr="001F5B2D" w:rsidRDefault="005378F4" w:rsidP="001F5B2D">
            <w:pPr>
              <w:numPr>
                <w:ilvl w:val="0"/>
                <w:numId w:val="5"/>
              </w:numPr>
              <w:spacing w:before="60" w:after="60" w:line="312" w:lineRule="auto"/>
              <w:contextualSpacing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Internal Audit Report</w:t>
            </w:r>
          </w:p>
          <w:p w:rsidR="005378F4" w:rsidRPr="001F5B2D" w:rsidRDefault="005378F4" w:rsidP="001F5B2D">
            <w:pPr>
              <w:spacing w:before="60" w:after="60" w:line="312" w:lineRule="auto"/>
              <w:ind w:left="454"/>
              <w:contextualSpacing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b/>
                <w:bCs/>
                <w:i/>
                <w:color w:val="E36C0A"/>
                <w:szCs w:val="24"/>
                <w:lang w:val="en-ZA" w:eastAsia="en-US"/>
              </w:rPr>
              <w:t>Discussions</w:t>
            </w:r>
          </w:p>
        </w:tc>
        <w:tc>
          <w:tcPr>
            <w:tcW w:w="950" w:type="pct"/>
            <w:shd w:val="clear" w:color="auto" w:fill="auto"/>
          </w:tcPr>
          <w:p w:rsidR="005378F4" w:rsidRPr="001F5B2D" w:rsidRDefault="005378F4" w:rsidP="005378F4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CAE</w:t>
            </w:r>
          </w:p>
        </w:tc>
        <w:tc>
          <w:tcPr>
            <w:tcW w:w="946" w:type="pct"/>
            <w:shd w:val="clear" w:color="auto" w:fill="auto"/>
          </w:tcPr>
          <w:p w:rsidR="005378F4" w:rsidRPr="001F5B2D" w:rsidRDefault="005378F4" w:rsidP="005378F4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14.30 – 15.00</w:t>
            </w:r>
          </w:p>
        </w:tc>
      </w:tr>
      <w:tr w:rsidR="00D15A62" w:rsidRPr="001F5B2D" w:rsidTr="00E13C8F">
        <w:trPr>
          <w:trHeight w:val="350"/>
        </w:trPr>
        <w:tc>
          <w:tcPr>
            <w:tcW w:w="3104" w:type="pct"/>
            <w:shd w:val="clear" w:color="auto" w:fill="auto"/>
          </w:tcPr>
          <w:p w:rsidR="00D15A62" w:rsidRPr="00D15A62" w:rsidRDefault="00D261EB" w:rsidP="00D15A62">
            <w:pPr>
              <w:numPr>
                <w:ilvl w:val="0"/>
                <w:numId w:val="5"/>
              </w:numPr>
              <w:spacing w:after="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Progress Report on the 2020</w:t>
            </w:r>
            <w:r w:rsidR="00D15A62" w:rsidRPr="00D15A62">
              <w:rPr>
                <w:rFonts w:eastAsia="Times New Roman" w:cs="Arial"/>
                <w:color w:val="auto"/>
                <w:szCs w:val="24"/>
                <w:lang w:val="en-ZA" w:eastAsia="en-US"/>
              </w:rPr>
              <w:t>/2</w:t>
            </w: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1</w:t>
            </w:r>
            <w:r w:rsidR="00D15A62" w:rsidRPr="00D15A62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 Strategic Risk Register</w:t>
            </w:r>
          </w:p>
          <w:p w:rsidR="00D15A62" w:rsidRPr="001F5B2D" w:rsidRDefault="00D15A62" w:rsidP="00D15A62">
            <w:pPr>
              <w:spacing w:before="60" w:after="60" w:line="312" w:lineRule="auto"/>
              <w:ind w:left="454"/>
              <w:contextualSpacing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D15A62">
              <w:rPr>
                <w:rFonts w:eastAsia="Times New Roman" w:cs="Arial"/>
                <w:b/>
                <w:bCs/>
                <w:i/>
                <w:color w:val="E36C0A"/>
                <w:szCs w:val="24"/>
                <w:lang w:val="en-ZA" w:eastAsia="en-US"/>
              </w:rPr>
              <w:t>Discussions</w:t>
            </w:r>
          </w:p>
        </w:tc>
        <w:tc>
          <w:tcPr>
            <w:tcW w:w="950" w:type="pct"/>
            <w:shd w:val="clear" w:color="auto" w:fill="auto"/>
          </w:tcPr>
          <w:p w:rsidR="00D15A62" w:rsidRPr="00D15A62" w:rsidRDefault="00D15A62" w:rsidP="00D15A62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D15A62">
              <w:rPr>
                <w:rFonts w:eastAsia="Times New Roman" w:cs="Arial"/>
                <w:color w:val="auto"/>
                <w:szCs w:val="24"/>
                <w:lang w:val="en-ZA" w:eastAsia="en-US"/>
              </w:rPr>
              <w:t>Chief Risk Officer</w:t>
            </w:r>
          </w:p>
        </w:tc>
        <w:tc>
          <w:tcPr>
            <w:tcW w:w="946" w:type="pct"/>
            <w:shd w:val="clear" w:color="auto" w:fill="auto"/>
          </w:tcPr>
          <w:p w:rsidR="00D15A62" w:rsidRPr="005B52BC" w:rsidRDefault="00D15A62" w:rsidP="00D261EB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15.30 – 1</w:t>
            </w:r>
            <w:r w:rsidR="00D261EB">
              <w:rPr>
                <w:rFonts w:eastAsia="Times New Roman" w:cs="Arial"/>
                <w:color w:val="auto"/>
                <w:szCs w:val="24"/>
                <w:lang w:val="en-ZA" w:eastAsia="en-US"/>
              </w:rPr>
              <w:t>6</w:t>
            </w: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.00</w:t>
            </w:r>
          </w:p>
        </w:tc>
      </w:tr>
      <w:tr w:rsidR="00D261EB" w:rsidRPr="001F5B2D" w:rsidTr="00E13C8F">
        <w:trPr>
          <w:trHeight w:val="350"/>
        </w:trPr>
        <w:tc>
          <w:tcPr>
            <w:tcW w:w="3104" w:type="pct"/>
            <w:shd w:val="clear" w:color="auto" w:fill="auto"/>
          </w:tcPr>
          <w:p w:rsidR="00D261EB" w:rsidRPr="00D15A62" w:rsidRDefault="00D261EB" w:rsidP="00D15A62">
            <w:pPr>
              <w:numPr>
                <w:ilvl w:val="0"/>
                <w:numId w:val="5"/>
              </w:numPr>
              <w:spacing w:after="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Statement by the National Commissioner</w:t>
            </w:r>
          </w:p>
        </w:tc>
        <w:tc>
          <w:tcPr>
            <w:tcW w:w="950" w:type="pct"/>
            <w:shd w:val="clear" w:color="auto" w:fill="auto"/>
          </w:tcPr>
          <w:p w:rsidR="00D261EB" w:rsidRPr="00D15A62" w:rsidRDefault="00D261EB" w:rsidP="00D15A62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NC</w:t>
            </w:r>
          </w:p>
        </w:tc>
        <w:tc>
          <w:tcPr>
            <w:tcW w:w="946" w:type="pct"/>
            <w:shd w:val="clear" w:color="auto" w:fill="auto"/>
          </w:tcPr>
          <w:p w:rsidR="00D261EB" w:rsidRDefault="00D261EB" w:rsidP="00D15A62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16:00 – 17:00</w:t>
            </w:r>
          </w:p>
        </w:tc>
      </w:tr>
      <w:tr w:rsidR="00D15A62" w:rsidRPr="001F5B2D" w:rsidTr="00E13C8F">
        <w:trPr>
          <w:trHeight w:val="350"/>
        </w:trPr>
        <w:tc>
          <w:tcPr>
            <w:tcW w:w="3104" w:type="pct"/>
            <w:shd w:val="clear" w:color="auto" w:fill="auto"/>
          </w:tcPr>
          <w:p w:rsidR="00D15A62" w:rsidRPr="001F5B2D" w:rsidRDefault="00D15A62" w:rsidP="00322CA6">
            <w:pPr>
              <w:numPr>
                <w:ilvl w:val="0"/>
                <w:numId w:val="5"/>
              </w:numPr>
              <w:spacing w:before="60" w:after="60" w:line="312" w:lineRule="auto"/>
              <w:ind w:left="454" w:hanging="454"/>
              <w:contextualSpacing/>
              <w:rPr>
                <w:rFonts w:eastAsia="Times New Roman" w:cs="Arial"/>
                <w:bCs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Closure </w:t>
            </w:r>
          </w:p>
        </w:tc>
        <w:tc>
          <w:tcPr>
            <w:tcW w:w="950" w:type="pct"/>
            <w:shd w:val="clear" w:color="auto" w:fill="auto"/>
          </w:tcPr>
          <w:p w:rsidR="00D15A62" w:rsidRPr="001F5B2D" w:rsidRDefault="00D15A62" w:rsidP="00D15A62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 xml:space="preserve">Facilitator </w:t>
            </w:r>
          </w:p>
        </w:tc>
        <w:tc>
          <w:tcPr>
            <w:tcW w:w="946" w:type="pct"/>
            <w:shd w:val="clear" w:color="auto" w:fill="auto"/>
          </w:tcPr>
          <w:p w:rsidR="00D15A62" w:rsidRPr="001F5B2D" w:rsidRDefault="00D15A62" w:rsidP="00D15A62">
            <w:pPr>
              <w:spacing w:before="60" w:after="60" w:line="288" w:lineRule="auto"/>
              <w:rPr>
                <w:rFonts w:eastAsia="Times New Roman" w:cs="Arial"/>
                <w:color w:val="auto"/>
                <w:szCs w:val="24"/>
                <w:lang w:val="en-ZA" w:eastAsia="en-US"/>
              </w:rPr>
            </w:pPr>
            <w:r>
              <w:rPr>
                <w:rFonts w:eastAsia="Times New Roman" w:cs="Arial"/>
                <w:color w:val="auto"/>
                <w:szCs w:val="24"/>
                <w:lang w:val="en-ZA" w:eastAsia="en-US"/>
              </w:rPr>
              <w:t>17.00 – 17</w:t>
            </w:r>
            <w:r w:rsidRPr="001F5B2D">
              <w:rPr>
                <w:rFonts w:eastAsia="Times New Roman" w:cs="Arial"/>
                <w:color w:val="auto"/>
                <w:szCs w:val="24"/>
                <w:lang w:val="en-ZA" w:eastAsia="en-US"/>
              </w:rPr>
              <w:t>.15</w:t>
            </w:r>
          </w:p>
        </w:tc>
      </w:tr>
    </w:tbl>
    <w:p w:rsidR="001F5B2D" w:rsidRDefault="00172D71" w:rsidP="00347397">
      <w:pPr>
        <w:spacing w:after="0" w:line="240" w:lineRule="auto"/>
      </w:pPr>
      <w:r w:rsidRPr="00DE4D95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AF5FC3" wp14:editId="6BF9821F">
                <wp:simplePos x="0" y="0"/>
                <wp:positionH relativeFrom="column">
                  <wp:posOffset>6280150</wp:posOffset>
                </wp:positionH>
                <wp:positionV relativeFrom="paragraph">
                  <wp:posOffset>-7397750</wp:posOffset>
                </wp:positionV>
                <wp:extent cx="1186815" cy="1186815"/>
                <wp:effectExtent l="0" t="0" r="0" b="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11868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74FD399" id="Oval 10" o:spid="_x0000_s1026" style="position:absolute;margin-left:494.5pt;margin-top:-582.5pt;width:93.45pt;height:93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" fillcolor="window" stroked="f" strokeweight="1pt">
                <v:stroke joinstyle="miter"/>
              </v:oval>
            </w:pict>
          </mc:Fallback>
        </mc:AlternateContent>
      </w:r>
    </w:p>
    <w:p w:rsidR="001F5B2D" w:rsidRDefault="00172D71">
      <w:r w:rsidRPr="00DE4D95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440BD0" wp14:editId="65862585">
                <wp:simplePos x="0" y="0"/>
                <wp:positionH relativeFrom="column">
                  <wp:posOffset>-1435100</wp:posOffset>
                </wp:positionH>
                <wp:positionV relativeFrom="paragraph">
                  <wp:posOffset>2495551</wp:posOffset>
                </wp:positionV>
                <wp:extent cx="1186815" cy="1186815"/>
                <wp:effectExtent l="0" t="0" r="0" b="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11868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1D555ED" id="Oval 11" o:spid="_x0000_s1026" style="position:absolute;margin-left:-113pt;margin-top:196.5pt;width:93.45pt;height:93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" fillcolor="window" stroked="f" strokeweight="1pt">
                <v:stroke joinstyle="miter"/>
              </v:oval>
            </w:pict>
          </mc:Fallback>
        </mc:AlternateContent>
      </w:r>
    </w:p>
    <w:sectPr w:rsidR="001F5B2D" w:rsidSect="00AB4981">
      <w:headerReference w:type="default" r:id="rId12"/>
      <w:footerReference w:type="default" r:id="rId13"/>
      <w:pgSz w:w="12240" w:h="15840" w:code="1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BE7" w:rsidRDefault="00127BE7">
      <w:pPr>
        <w:spacing w:after="0" w:line="240" w:lineRule="auto"/>
      </w:pPr>
      <w:r>
        <w:separator/>
      </w:r>
    </w:p>
  </w:endnote>
  <w:endnote w:type="continuationSeparator" w:id="0">
    <w:p w:rsidR="00127BE7" w:rsidRDefault="0012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MS Gothic"/>
    <w:charset w:val="80"/>
    <w:family w:val="modern"/>
    <w:pitch w:val="fixed"/>
    <w:sig w:usb0="00000000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34" w:rsidRDefault="00F03434">
    <w:pPr>
      <w:pStyle w:val="Footer"/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2533650</wp:posOffset>
              </wp:positionH>
              <wp:positionV relativeFrom="paragraph">
                <wp:posOffset>-2932430</wp:posOffset>
              </wp:positionV>
              <wp:extent cx="4173855" cy="3384550"/>
              <wp:effectExtent l="0" t="0" r="17145" b="25400"/>
              <wp:wrapNone/>
              <wp:docPr id="57" name="Freeform: Shap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4173855" cy="3384550"/>
                      </a:xfrm>
                      <a:custGeom>
                        <a:avLst/>
                        <a:gdLst>
                          <a:gd name="connsiteX0" fmla="*/ 1296538 w 1296538"/>
                          <a:gd name="connsiteY0" fmla="*/ 0 h 3384645"/>
                          <a:gd name="connsiteX1" fmla="*/ 0 w 1296538"/>
                          <a:gd name="connsiteY1" fmla="*/ 0 h 3384645"/>
                          <a:gd name="connsiteX2" fmla="*/ 0 w 1296538"/>
                          <a:gd name="connsiteY2" fmla="*/ 3384645 h 3384645"/>
                          <a:gd name="connsiteX0" fmla="*/ 4174258 w 4174258"/>
                          <a:gd name="connsiteY0" fmla="*/ 0 h 3384645"/>
                          <a:gd name="connsiteX1" fmla="*/ 0 w 4174258"/>
                          <a:gd name="connsiteY1" fmla="*/ 0 h 3384645"/>
                          <a:gd name="connsiteX2" fmla="*/ 0 w 4174258"/>
                          <a:gd name="connsiteY2" fmla="*/ 3384645 h 338464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</a:cxnLst>
                        <a:rect l="l" t="t" r="r" b="b"/>
                        <a:pathLst>
                          <a:path w="4174258" h="3384645">
                            <a:moveTo>
                              <a:pt x="4174258" y="0"/>
                            </a:moveTo>
                            <a:lnTo>
                              <a:pt x="0" y="0"/>
                            </a:lnTo>
                            <a:lnTo>
                              <a:pt x="0" y="3384645"/>
                            </a:lnTo>
                          </a:path>
                        </a:pathLst>
                      </a:custGeom>
                      <a:noFill/>
                      <a:ln w="12700">
                        <a:solidFill>
                          <a:srgbClr val="006600"/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D261EB" w:rsidRDefault="00D261EB" w:rsidP="00D261E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id="Freeform: Shape 73" o:spid="_x0000_s1032" style="position:absolute;left:0;text-align:left;margin-left:199.5pt;margin-top:-230.9pt;width:328.65pt;height:266.5pt;rotation:180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74258,33846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" adj="-11796480,,5400" path="m4174258,l,,,3384645e" filled="f" strokecolor="#060" strokeweight="1pt">
              <v:stroke dashstyle="dash" joinstyle="miter"/>
              <v:formulas/>
              <v:path arrowok="t" o:connecttype="custom" o:connectlocs="4173855,0;0,0;0,3384550" o:connectangles="0,0,0" textboxrect="0,0,4174258,3384645"/>
              <v:textbox>
                <w:txbxContent>
                  <w:p w:rsidR="00D261EB" w:rsidRDefault="00D261EB" w:rsidP="00D261EB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BE7" w:rsidRDefault="00127BE7">
      <w:pPr>
        <w:spacing w:after="0" w:line="240" w:lineRule="auto"/>
      </w:pPr>
      <w:r>
        <w:separator/>
      </w:r>
    </w:p>
  </w:footnote>
  <w:footnote w:type="continuationSeparator" w:id="0">
    <w:p w:rsidR="00127BE7" w:rsidRDefault="00127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1EB" w:rsidRDefault="00172D71">
    <w:pPr>
      <w:pStyle w:val="Header"/>
    </w:pPr>
    <w:r w:rsidRPr="00DE4D95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DF4514" wp14:editId="2C69DC52">
              <wp:simplePos x="0" y="0"/>
              <wp:positionH relativeFrom="column">
                <wp:posOffset>7924800</wp:posOffset>
              </wp:positionH>
              <wp:positionV relativeFrom="paragraph">
                <wp:posOffset>152400</wp:posOffset>
              </wp:positionV>
              <wp:extent cx="1186815" cy="1186815"/>
              <wp:effectExtent l="0" t="0" r="0" b="0"/>
              <wp:wrapNone/>
              <wp:docPr id="7" name="Oval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86815" cy="118681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oval w14:anchorId="545F6C8B" id="Oval 7" o:spid="_x0000_s1026" style="position:absolute;margin-left:624pt;margin-top:12pt;width:93.45pt;height:93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" fillcolor="window" stroked="f" strokeweight="1pt">
              <v:stroke joinstyle="miter"/>
            </v:oval>
          </w:pict>
        </mc:Fallback>
      </mc:AlternateContent>
    </w:r>
    <w:r w:rsidR="00F03434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435F746" wp14:editId="555C2F31">
              <wp:simplePos x="0" y="0"/>
              <wp:positionH relativeFrom="column">
                <wp:posOffset>-742950</wp:posOffset>
              </wp:positionH>
              <wp:positionV relativeFrom="paragraph">
                <wp:posOffset>-285750</wp:posOffset>
              </wp:positionV>
              <wp:extent cx="4013835" cy="3384550"/>
              <wp:effectExtent l="0" t="0" r="24765" b="25400"/>
              <wp:wrapNone/>
              <wp:docPr id="54" name="Freeform: Shap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13835" cy="3384550"/>
                      </a:xfrm>
                      <a:custGeom>
                        <a:avLst/>
                        <a:gdLst>
                          <a:gd name="connsiteX0" fmla="*/ 1296538 w 1296538"/>
                          <a:gd name="connsiteY0" fmla="*/ 0 h 3384645"/>
                          <a:gd name="connsiteX1" fmla="*/ 0 w 1296538"/>
                          <a:gd name="connsiteY1" fmla="*/ 0 h 3384645"/>
                          <a:gd name="connsiteX2" fmla="*/ 0 w 1296538"/>
                          <a:gd name="connsiteY2" fmla="*/ 3384645 h 3384645"/>
                          <a:gd name="connsiteX0" fmla="*/ 4014170 w 4014170"/>
                          <a:gd name="connsiteY0" fmla="*/ 0 h 3384645"/>
                          <a:gd name="connsiteX1" fmla="*/ 0 w 4014170"/>
                          <a:gd name="connsiteY1" fmla="*/ 0 h 3384645"/>
                          <a:gd name="connsiteX2" fmla="*/ 0 w 4014170"/>
                          <a:gd name="connsiteY2" fmla="*/ 3384645 h 338464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</a:cxnLst>
                        <a:rect l="l" t="t" r="r" b="b"/>
                        <a:pathLst>
                          <a:path w="4014170" h="3384645">
                            <a:moveTo>
                              <a:pt x="4014170" y="0"/>
                            </a:moveTo>
                            <a:lnTo>
                              <a:pt x="0" y="0"/>
                            </a:lnTo>
                            <a:lnTo>
                              <a:pt x="0" y="3384645"/>
                            </a:lnTo>
                          </a:path>
                        </a:pathLst>
                      </a:custGeom>
                      <a:noFill/>
                      <a:ln w="12700" cap="flat" cmpd="sng" algn="ctr">
                        <a:solidFill>
                          <a:srgbClr val="006600"/>
                        </a:solidFill>
                        <a:prstDash val="dash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7F2846D6" id="Freeform: Shape 72" o:spid="_x0000_s1026" style="position:absolute;margin-left:-58.5pt;margin-top:-22.5pt;width:316.05pt;height:266.5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14170,3384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" path="m4014170,l,,,3384645e" filled="f" strokecolor="#060" strokeweight="1pt">
              <v:stroke dashstyle="dash" joinstyle="miter"/>
              <v:path arrowok="t" o:connecttype="custom" o:connectlocs="4013835,0;0,0;0,3384550" o:connectangles="0,0,0"/>
            </v:shape>
          </w:pict>
        </mc:Fallback>
      </mc:AlternateContent>
    </w:r>
    <w:r w:rsidR="00F03434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C8B40E5" wp14:editId="15455FB8">
              <wp:simplePos x="0" y="0"/>
              <wp:positionH relativeFrom="column">
                <wp:posOffset>3114675</wp:posOffset>
              </wp:positionH>
              <wp:positionV relativeFrom="paragraph">
                <wp:posOffset>-495300</wp:posOffset>
              </wp:positionV>
              <wp:extent cx="3752850" cy="7222490"/>
              <wp:effectExtent l="0" t="0" r="0" b="0"/>
              <wp:wrapNone/>
              <wp:docPr id="53" name="Freeform: Shape 1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52850" cy="7222490"/>
                      </a:xfrm>
                      <a:custGeom>
                        <a:avLst/>
                        <a:gdLst>
                          <a:gd name="connsiteX0" fmla="*/ 0 w 3753134"/>
                          <a:gd name="connsiteY0" fmla="*/ 0 h 6605516"/>
                          <a:gd name="connsiteX1" fmla="*/ 3753134 w 3753134"/>
                          <a:gd name="connsiteY1" fmla="*/ 0 h 6605516"/>
                          <a:gd name="connsiteX2" fmla="*/ 3753134 w 3753134"/>
                          <a:gd name="connsiteY2" fmla="*/ 6605516 h 6605516"/>
                          <a:gd name="connsiteX3" fmla="*/ 3330054 w 3753134"/>
                          <a:gd name="connsiteY3" fmla="*/ 6605516 h 6605516"/>
                          <a:gd name="connsiteX4" fmla="*/ 3330054 w 3753134"/>
                          <a:gd name="connsiteY4" fmla="*/ 1392071 h 6605516"/>
                          <a:gd name="connsiteX5" fmla="*/ 27295 w 3753134"/>
                          <a:gd name="connsiteY5" fmla="*/ 1392071 h 6605516"/>
                          <a:gd name="connsiteX6" fmla="*/ 0 w 3753134"/>
                          <a:gd name="connsiteY6" fmla="*/ 0 h 6605516"/>
                          <a:gd name="connsiteX0" fmla="*/ 0 w 3753134"/>
                          <a:gd name="connsiteY0" fmla="*/ 0 h 6936811"/>
                          <a:gd name="connsiteX1" fmla="*/ 3753134 w 3753134"/>
                          <a:gd name="connsiteY1" fmla="*/ 0 h 6936811"/>
                          <a:gd name="connsiteX2" fmla="*/ 3753134 w 3753134"/>
                          <a:gd name="connsiteY2" fmla="*/ 6936811 h 6936811"/>
                          <a:gd name="connsiteX3" fmla="*/ 3330054 w 3753134"/>
                          <a:gd name="connsiteY3" fmla="*/ 6605516 h 6936811"/>
                          <a:gd name="connsiteX4" fmla="*/ 3330054 w 3753134"/>
                          <a:gd name="connsiteY4" fmla="*/ 1392071 h 6936811"/>
                          <a:gd name="connsiteX5" fmla="*/ 27295 w 3753134"/>
                          <a:gd name="connsiteY5" fmla="*/ 1392071 h 6936811"/>
                          <a:gd name="connsiteX6" fmla="*/ 0 w 3753134"/>
                          <a:gd name="connsiteY6" fmla="*/ 0 h 6936811"/>
                          <a:gd name="connsiteX0" fmla="*/ 0 w 3753134"/>
                          <a:gd name="connsiteY0" fmla="*/ 0 h 6936811"/>
                          <a:gd name="connsiteX1" fmla="*/ 3753134 w 3753134"/>
                          <a:gd name="connsiteY1" fmla="*/ 0 h 6936811"/>
                          <a:gd name="connsiteX2" fmla="*/ 3753134 w 3753134"/>
                          <a:gd name="connsiteY2" fmla="*/ 6936811 h 6936811"/>
                          <a:gd name="connsiteX3" fmla="*/ 3330054 w 3753134"/>
                          <a:gd name="connsiteY3" fmla="*/ 6605516 h 6936811"/>
                          <a:gd name="connsiteX4" fmla="*/ 3330054 w 3753134"/>
                          <a:gd name="connsiteY4" fmla="*/ 1392071 h 6936811"/>
                          <a:gd name="connsiteX5" fmla="*/ 27295 w 3753134"/>
                          <a:gd name="connsiteY5" fmla="*/ 1392071 h 6936811"/>
                          <a:gd name="connsiteX6" fmla="*/ 0 w 3753134"/>
                          <a:gd name="connsiteY6" fmla="*/ 0 h 6936811"/>
                          <a:gd name="connsiteX0" fmla="*/ 0 w 3753134"/>
                          <a:gd name="connsiteY0" fmla="*/ 0 h 6936811"/>
                          <a:gd name="connsiteX1" fmla="*/ 3753134 w 3753134"/>
                          <a:gd name="connsiteY1" fmla="*/ 0 h 6936811"/>
                          <a:gd name="connsiteX2" fmla="*/ 3753134 w 3753134"/>
                          <a:gd name="connsiteY2" fmla="*/ 6936811 h 6936811"/>
                          <a:gd name="connsiteX3" fmla="*/ 3330054 w 3753134"/>
                          <a:gd name="connsiteY3" fmla="*/ 6605516 h 6936811"/>
                          <a:gd name="connsiteX4" fmla="*/ 3330054 w 3753134"/>
                          <a:gd name="connsiteY4" fmla="*/ 1392071 h 6936811"/>
                          <a:gd name="connsiteX5" fmla="*/ 27295 w 3753134"/>
                          <a:gd name="connsiteY5" fmla="*/ 1392071 h 6936811"/>
                          <a:gd name="connsiteX6" fmla="*/ 0 w 3753134"/>
                          <a:gd name="connsiteY6" fmla="*/ 0 h 6936811"/>
                          <a:gd name="connsiteX0" fmla="*/ 0 w 3753134"/>
                          <a:gd name="connsiteY0" fmla="*/ 0 h 7227534"/>
                          <a:gd name="connsiteX1" fmla="*/ 3753134 w 3753134"/>
                          <a:gd name="connsiteY1" fmla="*/ 0 h 7227534"/>
                          <a:gd name="connsiteX2" fmla="*/ 3753134 w 3753134"/>
                          <a:gd name="connsiteY2" fmla="*/ 6936811 h 7227534"/>
                          <a:gd name="connsiteX3" fmla="*/ 3365683 w 3753134"/>
                          <a:gd name="connsiteY3" fmla="*/ 7211164 h 7227534"/>
                          <a:gd name="connsiteX4" fmla="*/ 3330054 w 3753134"/>
                          <a:gd name="connsiteY4" fmla="*/ 1392071 h 7227534"/>
                          <a:gd name="connsiteX5" fmla="*/ 27295 w 3753134"/>
                          <a:gd name="connsiteY5" fmla="*/ 1392071 h 7227534"/>
                          <a:gd name="connsiteX6" fmla="*/ 0 w 3753134"/>
                          <a:gd name="connsiteY6" fmla="*/ 0 h 7227534"/>
                          <a:gd name="connsiteX0" fmla="*/ 0 w 3753134"/>
                          <a:gd name="connsiteY0" fmla="*/ 0 h 7219190"/>
                          <a:gd name="connsiteX1" fmla="*/ 3753134 w 3753134"/>
                          <a:gd name="connsiteY1" fmla="*/ 0 h 7219190"/>
                          <a:gd name="connsiteX2" fmla="*/ 3753134 w 3753134"/>
                          <a:gd name="connsiteY2" fmla="*/ 6936811 h 7219190"/>
                          <a:gd name="connsiteX3" fmla="*/ 3365683 w 3753134"/>
                          <a:gd name="connsiteY3" fmla="*/ 7211164 h 7219190"/>
                          <a:gd name="connsiteX4" fmla="*/ 3330054 w 3753134"/>
                          <a:gd name="connsiteY4" fmla="*/ 1392071 h 7219190"/>
                          <a:gd name="connsiteX5" fmla="*/ 27295 w 3753134"/>
                          <a:gd name="connsiteY5" fmla="*/ 1392071 h 7219190"/>
                          <a:gd name="connsiteX6" fmla="*/ 0 w 3753134"/>
                          <a:gd name="connsiteY6" fmla="*/ 0 h 7219190"/>
                          <a:gd name="connsiteX0" fmla="*/ 0 w 3753134"/>
                          <a:gd name="connsiteY0" fmla="*/ 0 h 7222878"/>
                          <a:gd name="connsiteX1" fmla="*/ 3753134 w 3753134"/>
                          <a:gd name="connsiteY1" fmla="*/ 0 h 7222878"/>
                          <a:gd name="connsiteX2" fmla="*/ 3753134 w 3753134"/>
                          <a:gd name="connsiteY2" fmla="*/ 6936811 h 7222878"/>
                          <a:gd name="connsiteX3" fmla="*/ 3365683 w 3753134"/>
                          <a:gd name="connsiteY3" fmla="*/ 7211164 h 7222878"/>
                          <a:gd name="connsiteX4" fmla="*/ 3330054 w 3753134"/>
                          <a:gd name="connsiteY4" fmla="*/ 1392071 h 7222878"/>
                          <a:gd name="connsiteX5" fmla="*/ 27295 w 3753134"/>
                          <a:gd name="connsiteY5" fmla="*/ 1392071 h 7222878"/>
                          <a:gd name="connsiteX6" fmla="*/ 0 w 3753134"/>
                          <a:gd name="connsiteY6" fmla="*/ 0 h 72228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3753134" h="7222878">
                            <a:moveTo>
                              <a:pt x="0" y="0"/>
                            </a:moveTo>
                            <a:lnTo>
                              <a:pt x="3753134" y="0"/>
                            </a:lnTo>
                            <a:lnTo>
                              <a:pt x="3753134" y="6936811"/>
                            </a:lnTo>
                            <a:cubicBezTo>
                              <a:pt x="3677684" y="7031390"/>
                              <a:pt x="3656145" y="7279390"/>
                              <a:pt x="3365683" y="7211164"/>
                            </a:cubicBezTo>
                            <a:lnTo>
                              <a:pt x="3330054" y="1392071"/>
                            </a:lnTo>
                            <a:lnTo>
                              <a:pt x="27295" y="1392071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660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600E8392" id="Freeform: Shape 137" o:spid="_x0000_s1026" style="position:absolute;margin-left:245.25pt;margin-top:-39pt;width:295.5pt;height:568.7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53134,7222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" path="m,l3753134,r,6936811c3677684,7031390,3656145,7279390,3365683,7211164l3330054,1392071r-3302759,l,xe" fillcolor="#060" stroked="f" strokeweight="1pt">
              <v:stroke joinstyle="miter"/>
              <v:path arrowok="t" o:connecttype="custom" o:connectlocs="0,0;3752850,0;3752850,6936438;3365428,7210777;3329802,1391996;27293,1391996;0,0" o:connectangles="0,0,0,0,0,0,0"/>
            </v:shape>
          </w:pict>
        </mc:Fallback>
      </mc:AlternateContent>
    </w:r>
    <w:r w:rsidR="00F03434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C58748A" wp14:editId="087BA4B5">
              <wp:simplePos x="0" y="0"/>
              <wp:positionH relativeFrom="column">
                <wp:posOffset>-904875</wp:posOffset>
              </wp:positionH>
              <wp:positionV relativeFrom="paragraph">
                <wp:posOffset>2876550</wp:posOffset>
              </wp:positionV>
              <wp:extent cx="3752850" cy="7222490"/>
              <wp:effectExtent l="0" t="0" r="0" b="0"/>
              <wp:wrapNone/>
              <wp:docPr id="55" name="Freeform: Shape 1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3752850" cy="7222490"/>
                      </a:xfrm>
                      <a:custGeom>
                        <a:avLst/>
                        <a:gdLst>
                          <a:gd name="connsiteX0" fmla="*/ 0 w 3753134"/>
                          <a:gd name="connsiteY0" fmla="*/ 0 h 6605516"/>
                          <a:gd name="connsiteX1" fmla="*/ 3753134 w 3753134"/>
                          <a:gd name="connsiteY1" fmla="*/ 0 h 6605516"/>
                          <a:gd name="connsiteX2" fmla="*/ 3753134 w 3753134"/>
                          <a:gd name="connsiteY2" fmla="*/ 6605516 h 6605516"/>
                          <a:gd name="connsiteX3" fmla="*/ 3330054 w 3753134"/>
                          <a:gd name="connsiteY3" fmla="*/ 6605516 h 6605516"/>
                          <a:gd name="connsiteX4" fmla="*/ 3330054 w 3753134"/>
                          <a:gd name="connsiteY4" fmla="*/ 1392071 h 6605516"/>
                          <a:gd name="connsiteX5" fmla="*/ 27295 w 3753134"/>
                          <a:gd name="connsiteY5" fmla="*/ 1392071 h 6605516"/>
                          <a:gd name="connsiteX6" fmla="*/ 0 w 3753134"/>
                          <a:gd name="connsiteY6" fmla="*/ 0 h 6605516"/>
                          <a:gd name="connsiteX0" fmla="*/ 0 w 3753134"/>
                          <a:gd name="connsiteY0" fmla="*/ 0 h 6936811"/>
                          <a:gd name="connsiteX1" fmla="*/ 3753134 w 3753134"/>
                          <a:gd name="connsiteY1" fmla="*/ 0 h 6936811"/>
                          <a:gd name="connsiteX2" fmla="*/ 3753134 w 3753134"/>
                          <a:gd name="connsiteY2" fmla="*/ 6936811 h 6936811"/>
                          <a:gd name="connsiteX3" fmla="*/ 3330054 w 3753134"/>
                          <a:gd name="connsiteY3" fmla="*/ 6605516 h 6936811"/>
                          <a:gd name="connsiteX4" fmla="*/ 3330054 w 3753134"/>
                          <a:gd name="connsiteY4" fmla="*/ 1392071 h 6936811"/>
                          <a:gd name="connsiteX5" fmla="*/ 27295 w 3753134"/>
                          <a:gd name="connsiteY5" fmla="*/ 1392071 h 6936811"/>
                          <a:gd name="connsiteX6" fmla="*/ 0 w 3753134"/>
                          <a:gd name="connsiteY6" fmla="*/ 0 h 6936811"/>
                          <a:gd name="connsiteX0" fmla="*/ 0 w 3753134"/>
                          <a:gd name="connsiteY0" fmla="*/ 0 h 6936811"/>
                          <a:gd name="connsiteX1" fmla="*/ 3753134 w 3753134"/>
                          <a:gd name="connsiteY1" fmla="*/ 0 h 6936811"/>
                          <a:gd name="connsiteX2" fmla="*/ 3753134 w 3753134"/>
                          <a:gd name="connsiteY2" fmla="*/ 6936811 h 6936811"/>
                          <a:gd name="connsiteX3" fmla="*/ 3330054 w 3753134"/>
                          <a:gd name="connsiteY3" fmla="*/ 6605516 h 6936811"/>
                          <a:gd name="connsiteX4" fmla="*/ 3330054 w 3753134"/>
                          <a:gd name="connsiteY4" fmla="*/ 1392071 h 6936811"/>
                          <a:gd name="connsiteX5" fmla="*/ 27295 w 3753134"/>
                          <a:gd name="connsiteY5" fmla="*/ 1392071 h 6936811"/>
                          <a:gd name="connsiteX6" fmla="*/ 0 w 3753134"/>
                          <a:gd name="connsiteY6" fmla="*/ 0 h 6936811"/>
                          <a:gd name="connsiteX0" fmla="*/ 0 w 3753134"/>
                          <a:gd name="connsiteY0" fmla="*/ 0 h 6936811"/>
                          <a:gd name="connsiteX1" fmla="*/ 3753134 w 3753134"/>
                          <a:gd name="connsiteY1" fmla="*/ 0 h 6936811"/>
                          <a:gd name="connsiteX2" fmla="*/ 3753134 w 3753134"/>
                          <a:gd name="connsiteY2" fmla="*/ 6936811 h 6936811"/>
                          <a:gd name="connsiteX3" fmla="*/ 3330054 w 3753134"/>
                          <a:gd name="connsiteY3" fmla="*/ 6605516 h 6936811"/>
                          <a:gd name="connsiteX4" fmla="*/ 3330054 w 3753134"/>
                          <a:gd name="connsiteY4" fmla="*/ 1392071 h 6936811"/>
                          <a:gd name="connsiteX5" fmla="*/ 27295 w 3753134"/>
                          <a:gd name="connsiteY5" fmla="*/ 1392071 h 6936811"/>
                          <a:gd name="connsiteX6" fmla="*/ 0 w 3753134"/>
                          <a:gd name="connsiteY6" fmla="*/ 0 h 6936811"/>
                          <a:gd name="connsiteX0" fmla="*/ 0 w 3753134"/>
                          <a:gd name="connsiteY0" fmla="*/ 0 h 7227534"/>
                          <a:gd name="connsiteX1" fmla="*/ 3753134 w 3753134"/>
                          <a:gd name="connsiteY1" fmla="*/ 0 h 7227534"/>
                          <a:gd name="connsiteX2" fmla="*/ 3753134 w 3753134"/>
                          <a:gd name="connsiteY2" fmla="*/ 6936811 h 7227534"/>
                          <a:gd name="connsiteX3" fmla="*/ 3365683 w 3753134"/>
                          <a:gd name="connsiteY3" fmla="*/ 7211164 h 7227534"/>
                          <a:gd name="connsiteX4" fmla="*/ 3330054 w 3753134"/>
                          <a:gd name="connsiteY4" fmla="*/ 1392071 h 7227534"/>
                          <a:gd name="connsiteX5" fmla="*/ 27295 w 3753134"/>
                          <a:gd name="connsiteY5" fmla="*/ 1392071 h 7227534"/>
                          <a:gd name="connsiteX6" fmla="*/ 0 w 3753134"/>
                          <a:gd name="connsiteY6" fmla="*/ 0 h 7227534"/>
                          <a:gd name="connsiteX0" fmla="*/ 0 w 3753134"/>
                          <a:gd name="connsiteY0" fmla="*/ 0 h 7219190"/>
                          <a:gd name="connsiteX1" fmla="*/ 3753134 w 3753134"/>
                          <a:gd name="connsiteY1" fmla="*/ 0 h 7219190"/>
                          <a:gd name="connsiteX2" fmla="*/ 3753134 w 3753134"/>
                          <a:gd name="connsiteY2" fmla="*/ 6936811 h 7219190"/>
                          <a:gd name="connsiteX3" fmla="*/ 3365683 w 3753134"/>
                          <a:gd name="connsiteY3" fmla="*/ 7211164 h 7219190"/>
                          <a:gd name="connsiteX4" fmla="*/ 3330054 w 3753134"/>
                          <a:gd name="connsiteY4" fmla="*/ 1392071 h 7219190"/>
                          <a:gd name="connsiteX5" fmla="*/ 27295 w 3753134"/>
                          <a:gd name="connsiteY5" fmla="*/ 1392071 h 7219190"/>
                          <a:gd name="connsiteX6" fmla="*/ 0 w 3753134"/>
                          <a:gd name="connsiteY6" fmla="*/ 0 h 7219190"/>
                          <a:gd name="connsiteX0" fmla="*/ 0 w 3753134"/>
                          <a:gd name="connsiteY0" fmla="*/ 0 h 7222878"/>
                          <a:gd name="connsiteX1" fmla="*/ 3753134 w 3753134"/>
                          <a:gd name="connsiteY1" fmla="*/ 0 h 7222878"/>
                          <a:gd name="connsiteX2" fmla="*/ 3753134 w 3753134"/>
                          <a:gd name="connsiteY2" fmla="*/ 6936811 h 7222878"/>
                          <a:gd name="connsiteX3" fmla="*/ 3365683 w 3753134"/>
                          <a:gd name="connsiteY3" fmla="*/ 7211164 h 7222878"/>
                          <a:gd name="connsiteX4" fmla="*/ 3330054 w 3753134"/>
                          <a:gd name="connsiteY4" fmla="*/ 1392071 h 7222878"/>
                          <a:gd name="connsiteX5" fmla="*/ 27295 w 3753134"/>
                          <a:gd name="connsiteY5" fmla="*/ 1392071 h 7222878"/>
                          <a:gd name="connsiteX6" fmla="*/ 0 w 3753134"/>
                          <a:gd name="connsiteY6" fmla="*/ 0 h 722287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3753134" h="7222878">
                            <a:moveTo>
                              <a:pt x="0" y="0"/>
                            </a:moveTo>
                            <a:lnTo>
                              <a:pt x="3753134" y="0"/>
                            </a:lnTo>
                            <a:lnTo>
                              <a:pt x="3753134" y="6936811"/>
                            </a:lnTo>
                            <a:cubicBezTo>
                              <a:pt x="3677684" y="7031390"/>
                              <a:pt x="3656145" y="7279390"/>
                              <a:pt x="3365683" y="7211164"/>
                            </a:cubicBezTo>
                            <a:lnTo>
                              <a:pt x="3330054" y="1392071"/>
                            </a:lnTo>
                            <a:lnTo>
                              <a:pt x="27295" y="1392071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660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68FA71F3" id="Freeform: Shape 138" o:spid="_x0000_s1026" style="position:absolute;margin-left:-71.25pt;margin-top:226.5pt;width:295.5pt;height:568.7pt;rotation:180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53134,7222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" path="m,l3753134,r,6936811c3677684,7031390,3656145,7279390,3365683,7211164l3330054,1392071r-3302759,l,xe" fillcolor="#060" stroked="f" strokeweight="1pt">
              <v:stroke joinstyle="miter"/>
              <v:path arrowok="t" o:connecttype="custom" o:connectlocs="0,0;3752850,0;3752850,6936438;3365428,7210777;3329802,1391996;27293,1391996;0,0" o:connectangles="0,0,0,0,0,0,0"/>
            </v:shape>
          </w:pict>
        </mc:Fallback>
      </mc:AlternateContent>
    </w:r>
    <w:r w:rsidR="00F03434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C3ABB54" wp14:editId="24318605">
              <wp:simplePos x="0" y="0"/>
              <wp:positionH relativeFrom="column">
                <wp:posOffset>-581025</wp:posOffset>
              </wp:positionH>
              <wp:positionV relativeFrom="paragraph">
                <wp:posOffset>-152400</wp:posOffset>
              </wp:positionV>
              <wp:extent cx="7128000" cy="9439276"/>
              <wp:effectExtent l="0" t="0" r="0" b="9525"/>
              <wp:wrapNone/>
              <wp:docPr id="56" name="Rectangle: Rounded Corners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28000" cy="9439276"/>
                      </a:xfrm>
                      <a:prstGeom prst="roundRect">
                        <a:avLst>
                          <a:gd name="adj" fmla="val 1372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oundrect w14:anchorId="6CB68FED" id="Rectangle: Rounded Corners 8" o:spid="_x0000_s1026" style="position:absolute;margin-left:-45.75pt;margin-top:-12pt;width:561.25pt;height:743.2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9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" fillcolor="window" stroked="f" strokeweight="1pt">
              <v:stroke joinstyle="miter"/>
            </v:roundrect>
          </w:pict>
        </mc:Fallback>
      </mc:AlternateContent>
    </w:r>
    <w:r w:rsidR="00D261EB" w:rsidRPr="00D261EB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B1C359" wp14:editId="3E9FDABD">
              <wp:simplePos x="0" y="0"/>
              <wp:positionH relativeFrom="column">
                <wp:posOffset>7778115</wp:posOffset>
              </wp:positionH>
              <wp:positionV relativeFrom="paragraph">
                <wp:posOffset>0</wp:posOffset>
              </wp:positionV>
              <wp:extent cx="1186815" cy="1186815"/>
              <wp:effectExtent l="0" t="0" r="0" b="0"/>
              <wp:wrapNone/>
              <wp:docPr id="58" name="Oval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86815" cy="118681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oval w14:anchorId="4BEE72B6" id="Oval 58" o:spid="_x0000_s1026" style="position:absolute;margin-left:612.45pt;margin-top:0;width:93.45pt;height:93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" fillcolor="window" stroked="f" strokeweight="1pt">
              <v:stroke joinstyle="miter"/>
            </v:oval>
          </w:pict>
        </mc:Fallback>
      </mc:AlternateContent>
    </w:r>
    <w:r w:rsidR="00D261EB" w:rsidRPr="00D261EB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60B9AB" wp14:editId="4BBFB1CF">
              <wp:simplePos x="0" y="0"/>
              <wp:positionH relativeFrom="column">
                <wp:posOffset>0</wp:posOffset>
              </wp:positionH>
              <wp:positionV relativeFrom="paragraph">
                <wp:posOffset>10079355</wp:posOffset>
              </wp:positionV>
              <wp:extent cx="1186815" cy="1186815"/>
              <wp:effectExtent l="0" t="0" r="0" b="0"/>
              <wp:wrapNone/>
              <wp:docPr id="59" name="Oval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86815" cy="118681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oval w14:anchorId="6E03379B" id="Oval 59" o:spid="_x0000_s1026" style="position:absolute;margin-left:0;margin-top:793.65pt;width:93.45pt;height:9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" fillcolor="window" stroked="f" strokeweight="1pt">
              <v:stroke joinstyle="miter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>
    <w:nsid w:val="01927E73"/>
    <w:multiLevelType w:val="hybridMultilevel"/>
    <w:tmpl w:val="B7466E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57940"/>
    <w:multiLevelType w:val="multilevel"/>
    <w:tmpl w:val="F88472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44546A" w:themeColor="text2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>
    <w:nsid w:val="0E76685E"/>
    <w:multiLevelType w:val="hybridMultilevel"/>
    <w:tmpl w:val="B7DAA708"/>
    <w:lvl w:ilvl="0" w:tplc="809204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307628"/>
    <w:multiLevelType w:val="hybridMultilevel"/>
    <w:tmpl w:val="5A5CEF74"/>
    <w:lvl w:ilvl="0" w:tplc="39468F0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531B0"/>
    <w:multiLevelType w:val="multilevel"/>
    <w:tmpl w:val="698C9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44546A" w:themeColor="text2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>
    <w:nsid w:val="228200B2"/>
    <w:multiLevelType w:val="hybridMultilevel"/>
    <w:tmpl w:val="5EDA5624"/>
    <w:lvl w:ilvl="0" w:tplc="1DF250C8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77789"/>
    <w:multiLevelType w:val="hybridMultilevel"/>
    <w:tmpl w:val="4820603C"/>
    <w:lvl w:ilvl="0" w:tplc="6012E5C8">
      <w:start w:val="12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C717B"/>
    <w:multiLevelType w:val="hybridMultilevel"/>
    <w:tmpl w:val="8F927F18"/>
    <w:lvl w:ilvl="0" w:tplc="39468F0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F5A80"/>
    <w:multiLevelType w:val="hybridMultilevel"/>
    <w:tmpl w:val="5EDA5624"/>
    <w:lvl w:ilvl="0" w:tplc="1DF250C8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01B61"/>
    <w:multiLevelType w:val="hybridMultilevel"/>
    <w:tmpl w:val="F87C30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720EF0"/>
    <w:multiLevelType w:val="hybridMultilevel"/>
    <w:tmpl w:val="E2C2CD92"/>
    <w:lvl w:ilvl="0" w:tplc="D3864582">
      <w:start w:val="1"/>
      <w:numFmt w:val="decimal"/>
      <w:lvlText w:val="%1."/>
      <w:lvlJc w:val="left"/>
      <w:pPr>
        <w:ind w:left="558" w:hanging="360"/>
      </w:pPr>
      <w:rPr>
        <w:rFonts w:hint="default"/>
        <w:b/>
        <w:i w:val="0"/>
        <w:color w:val="002060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D4493"/>
    <w:multiLevelType w:val="hybridMultilevel"/>
    <w:tmpl w:val="C2AE44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130FFD"/>
    <w:multiLevelType w:val="hybridMultilevel"/>
    <w:tmpl w:val="7E702360"/>
    <w:lvl w:ilvl="0" w:tplc="8D36F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8F4F0C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D894E6E"/>
    <w:multiLevelType w:val="multilevel"/>
    <w:tmpl w:val="A99C77B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44546A" w:themeColor="text2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>
    <w:nsid w:val="4FC04F83"/>
    <w:multiLevelType w:val="multilevel"/>
    <w:tmpl w:val="1EEA74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607C40D5"/>
    <w:multiLevelType w:val="hybridMultilevel"/>
    <w:tmpl w:val="DA30E4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CA5A14"/>
    <w:multiLevelType w:val="hybridMultilevel"/>
    <w:tmpl w:val="5ECACD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B923D6"/>
    <w:multiLevelType w:val="hybridMultilevel"/>
    <w:tmpl w:val="E73807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E86395"/>
    <w:multiLevelType w:val="hybridMultilevel"/>
    <w:tmpl w:val="0AE669E6"/>
    <w:lvl w:ilvl="0" w:tplc="6012E5C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7694E"/>
    <w:multiLevelType w:val="multilevel"/>
    <w:tmpl w:val="506822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44546A" w:themeColor="text2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12"/>
  </w:num>
  <w:num w:numId="5">
    <w:abstractNumId w:val="15"/>
  </w:num>
  <w:num w:numId="6">
    <w:abstractNumId w:val="3"/>
  </w:num>
  <w:num w:numId="7">
    <w:abstractNumId w:val="7"/>
  </w:num>
  <w:num w:numId="8">
    <w:abstractNumId w:val="21"/>
  </w:num>
  <w:num w:numId="9">
    <w:abstractNumId w:val="9"/>
  </w:num>
  <w:num w:numId="10">
    <w:abstractNumId w:val="4"/>
  </w:num>
  <w:num w:numId="11">
    <w:abstractNumId w:val="10"/>
  </w:num>
  <w:num w:numId="12">
    <w:abstractNumId w:val="6"/>
  </w:num>
  <w:num w:numId="13">
    <w:abstractNumId w:val="18"/>
  </w:num>
  <w:num w:numId="14">
    <w:abstractNumId w:val="11"/>
  </w:num>
  <w:num w:numId="15">
    <w:abstractNumId w:val="1"/>
  </w:num>
  <w:num w:numId="16">
    <w:abstractNumId w:val="20"/>
  </w:num>
  <w:num w:numId="17">
    <w:abstractNumId w:val="17"/>
  </w:num>
  <w:num w:numId="18">
    <w:abstractNumId w:val="13"/>
  </w:num>
  <w:num w:numId="19">
    <w:abstractNumId w:val="14"/>
  </w:num>
  <w:num w:numId="20">
    <w:abstractNumId w:val="16"/>
  </w:num>
  <w:num w:numId="21">
    <w:abstractNumId w:val="5"/>
  </w:num>
  <w:num w:numId="22">
    <w:abstractNumId w:val="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6F"/>
    <w:rsid w:val="000052CA"/>
    <w:rsid w:val="0001495E"/>
    <w:rsid w:val="0001626D"/>
    <w:rsid w:val="00027634"/>
    <w:rsid w:val="00035454"/>
    <w:rsid w:val="0009337B"/>
    <w:rsid w:val="000E0028"/>
    <w:rsid w:val="00105753"/>
    <w:rsid w:val="00120483"/>
    <w:rsid w:val="00127BE7"/>
    <w:rsid w:val="001327D4"/>
    <w:rsid w:val="00154D5C"/>
    <w:rsid w:val="00172D71"/>
    <w:rsid w:val="00193033"/>
    <w:rsid w:val="001D5DE9"/>
    <w:rsid w:val="001E0690"/>
    <w:rsid w:val="001E1BA1"/>
    <w:rsid w:val="001E389E"/>
    <w:rsid w:val="001F5B2D"/>
    <w:rsid w:val="0022714A"/>
    <w:rsid w:val="00235A22"/>
    <w:rsid w:val="00237BBD"/>
    <w:rsid w:val="002E0B9C"/>
    <w:rsid w:val="002E6287"/>
    <w:rsid w:val="002F4882"/>
    <w:rsid w:val="00303136"/>
    <w:rsid w:val="00303AE1"/>
    <w:rsid w:val="00322CA6"/>
    <w:rsid w:val="00336F89"/>
    <w:rsid w:val="00347397"/>
    <w:rsid w:val="00385963"/>
    <w:rsid w:val="003949BD"/>
    <w:rsid w:val="00394FEF"/>
    <w:rsid w:val="003D0E0A"/>
    <w:rsid w:val="003E5D9B"/>
    <w:rsid w:val="004129B7"/>
    <w:rsid w:val="00414C55"/>
    <w:rsid w:val="00477197"/>
    <w:rsid w:val="004D61A7"/>
    <w:rsid w:val="00524B92"/>
    <w:rsid w:val="0053630E"/>
    <w:rsid w:val="005378F4"/>
    <w:rsid w:val="00547075"/>
    <w:rsid w:val="00560F76"/>
    <w:rsid w:val="005700D2"/>
    <w:rsid w:val="0057184E"/>
    <w:rsid w:val="00576154"/>
    <w:rsid w:val="00591FFE"/>
    <w:rsid w:val="005B52BC"/>
    <w:rsid w:val="005C3F8F"/>
    <w:rsid w:val="005E2C02"/>
    <w:rsid w:val="005F0524"/>
    <w:rsid w:val="00600E15"/>
    <w:rsid w:val="00603B50"/>
    <w:rsid w:val="00613CE8"/>
    <w:rsid w:val="00630EE9"/>
    <w:rsid w:val="00653C78"/>
    <w:rsid w:val="0067113F"/>
    <w:rsid w:val="006806F3"/>
    <w:rsid w:val="006B7784"/>
    <w:rsid w:val="006D4FDD"/>
    <w:rsid w:val="006E15E9"/>
    <w:rsid w:val="006E7351"/>
    <w:rsid w:val="006F16F0"/>
    <w:rsid w:val="00721780"/>
    <w:rsid w:val="00744F6F"/>
    <w:rsid w:val="00747CCC"/>
    <w:rsid w:val="007520BE"/>
    <w:rsid w:val="007671E0"/>
    <w:rsid w:val="007C7BD3"/>
    <w:rsid w:val="007E4202"/>
    <w:rsid w:val="007E665E"/>
    <w:rsid w:val="00840DFE"/>
    <w:rsid w:val="00874367"/>
    <w:rsid w:val="00891F62"/>
    <w:rsid w:val="008B16CE"/>
    <w:rsid w:val="008E341E"/>
    <w:rsid w:val="00963891"/>
    <w:rsid w:val="009A3C60"/>
    <w:rsid w:val="009A50D4"/>
    <w:rsid w:val="009B406B"/>
    <w:rsid w:val="009D1F81"/>
    <w:rsid w:val="009D752B"/>
    <w:rsid w:val="00A03BA8"/>
    <w:rsid w:val="00A32636"/>
    <w:rsid w:val="00A448C1"/>
    <w:rsid w:val="00A505FB"/>
    <w:rsid w:val="00A743FB"/>
    <w:rsid w:val="00AA74AA"/>
    <w:rsid w:val="00AA7AA0"/>
    <w:rsid w:val="00AB0930"/>
    <w:rsid w:val="00AB4981"/>
    <w:rsid w:val="00B1027A"/>
    <w:rsid w:val="00B43495"/>
    <w:rsid w:val="00B70211"/>
    <w:rsid w:val="00B832DF"/>
    <w:rsid w:val="00B96E01"/>
    <w:rsid w:val="00C0674E"/>
    <w:rsid w:val="00C36EB9"/>
    <w:rsid w:val="00C67B07"/>
    <w:rsid w:val="00C83CF0"/>
    <w:rsid w:val="00C84B23"/>
    <w:rsid w:val="00C84D21"/>
    <w:rsid w:val="00CA6B4F"/>
    <w:rsid w:val="00CD5F6F"/>
    <w:rsid w:val="00D0550B"/>
    <w:rsid w:val="00D15A62"/>
    <w:rsid w:val="00D261EB"/>
    <w:rsid w:val="00D4049D"/>
    <w:rsid w:val="00D60725"/>
    <w:rsid w:val="00DA35F4"/>
    <w:rsid w:val="00DA4A43"/>
    <w:rsid w:val="00DA5BEB"/>
    <w:rsid w:val="00DA6164"/>
    <w:rsid w:val="00DB59EB"/>
    <w:rsid w:val="00DC4552"/>
    <w:rsid w:val="00DE395C"/>
    <w:rsid w:val="00DE4D95"/>
    <w:rsid w:val="00DF26DC"/>
    <w:rsid w:val="00E13C8F"/>
    <w:rsid w:val="00E2411A"/>
    <w:rsid w:val="00E37225"/>
    <w:rsid w:val="00E4032A"/>
    <w:rsid w:val="00E44996"/>
    <w:rsid w:val="00E47732"/>
    <w:rsid w:val="00E51439"/>
    <w:rsid w:val="00E651C5"/>
    <w:rsid w:val="00E66E06"/>
    <w:rsid w:val="00E826F7"/>
    <w:rsid w:val="00EA1102"/>
    <w:rsid w:val="00EC38FB"/>
    <w:rsid w:val="00EF0AFB"/>
    <w:rsid w:val="00EF36A5"/>
    <w:rsid w:val="00F03434"/>
    <w:rsid w:val="00F07740"/>
    <w:rsid w:val="00F30B13"/>
    <w:rsid w:val="00F52033"/>
    <w:rsid w:val="00F9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unhideWhenUsed="0" w:qFormat="1"/>
    <w:lsdException w:name="heading 4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iPriority="39" w:unhideWhenUsed="0"/>
    <w:lsdException w:name="toc 5" w:uiPriority="39" w:unhideWhenUsed="0"/>
    <w:lsdException w:name="toc 6" w:uiPriority="39" w:unhideWhenUsed="0"/>
    <w:lsdException w:name="toc 7" w:uiPriority="39" w:unhideWhenUsed="0"/>
    <w:lsdException w:name="toc 8" w:uiPriority="39" w:unhideWhenUsed="0"/>
    <w:lsdException w:name="toc 9" w:uiPriority="39" w:unhideWhenUsed="0"/>
    <w:lsdException w:name="footer" w:qFormat="1"/>
    <w:lsdException w:name="caption" w:uiPriority="35" w:qFormat="1"/>
    <w:lsdException w:name="toa heading" w:unhideWhenUsed="0"/>
    <w:lsdException w:name="List Bullet" w:uiPriority="10" w:qFormat="1"/>
    <w:lsdException w:name="List Number" w:uiPriority="9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unhideWhenUsed="0" w:qFormat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C0F400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AB09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FB60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C0F400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qFormat/>
    <w:pPr>
      <w:spacing w:after="0" w:line="240" w:lineRule="auto"/>
      <w:jc w:val="right"/>
    </w:pPr>
    <w:rPr>
      <w:color w:val="C0F400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DE395C"/>
    <w:rPr>
      <w:color w:val="C0F400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customStyle="1" w:styleId="ListTable6Colorful1">
    <w:name w:val="List Table 6 Colorful1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0930"/>
    <w:rPr>
      <w:rFonts w:asciiTheme="majorHAnsi" w:eastAsiaTheme="majorEastAsia" w:hAnsiTheme="majorHAnsi" w:cstheme="majorBidi"/>
      <w:i/>
      <w:iCs/>
      <w:color w:val="8FB600" w:themeColor="accent1" w:themeShade="BF"/>
      <w:sz w:val="24"/>
      <w:szCs w:val="20"/>
    </w:rPr>
  </w:style>
  <w:style w:type="paragraph" w:styleId="ListParagraph">
    <w:name w:val="List Paragraph"/>
    <w:basedOn w:val="Normal"/>
    <w:uiPriority w:val="34"/>
    <w:unhideWhenUsed/>
    <w:qFormat/>
    <w:rsid w:val="009638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unhideWhenUsed="0" w:qFormat="1"/>
    <w:lsdException w:name="heading 4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iPriority="39" w:unhideWhenUsed="0"/>
    <w:lsdException w:name="toc 5" w:uiPriority="39" w:unhideWhenUsed="0"/>
    <w:lsdException w:name="toc 6" w:uiPriority="39" w:unhideWhenUsed="0"/>
    <w:lsdException w:name="toc 7" w:uiPriority="39" w:unhideWhenUsed="0"/>
    <w:lsdException w:name="toc 8" w:uiPriority="39" w:unhideWhenUsed="0"/>
    <w:lsdException w:name="toc 9" w:uiPriority="39" w:unhideWhenUsed="0"/>
    <w:lsdException w:name="footer" w:qFormat="1"/>
    <w:lsdException w:name="caption" w:uiPriority="35" w:qFormat="1"/>
    <w:lsdException w:name="toa heading" w:unhideWhenUsed="0"/>
    <w:lsdException w:name="List Bullet" w:uiPriority="10" w:qFormat="1"/>
    <w:lsdException w:name="List Number" w:uiPriority="9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unhideWhenUsed="0" w:qFormat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C0F400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AB09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FB60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C0F400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qFormat/>
    <w:pPr>
      <w:spacing w:after="0" w:line="240" w:lineRule="auto"/>
      <w:jc w:val="right"/>
    </w:pPr>
    <w:rPr>
      <w:color w:val="C0F400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DE395C"/>
    <w:rPr>
      <w:color w:val="C0F400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customStyle="1" w:styleId="ListTable6Colorful1">
    <w:name w:val="List Table 6 Colorful1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0930"/>
    <w:rPr>
      <w:rFonts w:asciiTheme="majorHAnsi" w:eastAsiaTheme="majorEastAsia" w:hAnsiTheme="majorHAnsi" w:cstheme="majorBidi"/>
      <w:i/>
      <w:iCs/>
      <w:color w:val="8FB600" w:themeColor="accent1" w:themeShade="BF"/>
      <w:sz w:val="24"/>
      <w:szCs w:val="20"/>
    </w:rPr>
  </w:style>
  <w:style w:type="paragraph" w:styleId="ListParagraph">
    <w:name w:val="List Paragraph"/>
    <w:basedOn w:val="Normal"/>
    <w:uiPriority w:val="34"/>
    <w:unhideWhenUsed/>
    <w:qFormat/>
    <w:rsid w:val="00963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9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bigay%20Naicker\Downloads\tf3391446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9EDF1E6E8D485FA71F74E633815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4ACA2-221E-4C28-AAA0-A3D2503BC4CA}"/>
      </w:docPartPr>
      <w:docPartBody>
        <w:p w:rsidR="005D7715" w:rsidRDefault="00035F8E">
          <w:pPr>
            <w:pStyle w:val="8C9EDF1E6E8D485FA71F74E633815BEE"/>
          </w:pPr>
          <w:r w:rsidRPr="004129B7">
            <w:t>Agenda</w:t>
          </w:r>
        </w:p>
      </w:docPartBody>
    </w:docPart>
    <w:docPart>
      <w:docPartPr>
        <w:name w:val="FA5F5B2C823B4F3B8E0370D859BB2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C0EA4-64C8-4F30-BA00-D27CF684688E}"/>
      </w:docPartPr>
      <w:docPartBody>
        <w:p w:rsidR="005D7715" w:rsidRDefault="00035F8E">
          <w:pPr>
            <w:pStyle w:val="FA5F5B2C823B4F3B8E0370D859BB2964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7BB44AEC968B4CD987D7D292C05DA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D9C4F-8911-41B4-BD2C-A309B69FEBF3}"/>
      </w:docPartPr>
      <w:docPartBody>
        <w:p w:rsidR="005D7715" w:rsidRDefault="00035F8E">
          <w:pPr>
            <w:pStyle w:val="7BB44AEC968B4CD987D7D292C05DA825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776AC559871745E5A3591FC0D3DF8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6FB49-5FC6-46C7-A248-769C6531859C}"/>
      </w:docPartPr>
      <w:docPartBody>
        <w:p w:rsidR="005D7715" w:rsidRDefault="00035F8E">
          <w:pPr>
            <w:pStyle w:val="776AC559871745E5A3591FC0D3DF8C12"/>
          </w:pPr>
          <w:r w:rsidRPr="004129B7">
            <w:rPr>
              <w:rStyle w:val="Bold"/>
            </w:rPr>
            <w:t>Facilitator: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MS Gothic"/>
    <w:charset w:val="80"/>
    <w:family w:val="modern"/>
    <w:pitch w:val="fixed"/>
    <w:sig w:usb0="00000000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8E"/>
    <w:rsid w:val="0003263C"/>
    <w:rsid w:val="00035F8E"/>
    <w:rsid w:val="000533C6"/>
    <w:rsid w:val="000E7F56"/>
    <w:rsid w:val="00116AFA"/>
    <w:rsid w:val="00246F8F"/>
    <w:rsid w:val="002A55FD"/>
    <w:rsid w:val="00424B56"/>
    <w:rsid w:val="00435A0E"/>
    <w:rsid w:val="005859F5"/>
    <w:rsid w:val="005D7715"/>
    <w:rsid w:val="006B072B"/>
    <w:rsid w:val="006E1012"/>
    <w:rsid w:val="006E7EB3"/>
    <w:rsid w:val="00781AD9"/>
    <w:rsid w:val="00791F5D"/>
    <w:rsid w:val="0082208A"/>
    <w:rsid w:val="008C4C9D"/>
    <w:rsid w:val="008D70BF"/>
    <w:rsid w:val="00BB795B"/>
    <w:rsid w:val="00DE046D"/>
    <w:rsid w:val="00EE6DD9"/>
    <w:rsid w:val="00F8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Title" w:semiHidden="0" w:uiPriority="6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val="en-US" w:eastAsia="ja-JP"/>
    </w:rPr>
  </w:style>
  <w:style w:type="paragraph" w:customStyle="1" w:styleId="B218AF85F8EA41389DBAD2BB86C4054E">
    <w:name w:val="B218AF85F8EA41389DBAD2BB86C4054E"/>
  </w:style>
  <w:style w:type="paragraph" w:customStyle="1" w:styleId="8C9EDF1E6E8D485FA71F74E633815BEE">
    <w:name w:val="8C9EDF1E6E8D485FA71F74E633815BEE"/>
  </w:style>
  <w:style w:type="character" w:customStyle="1" w:styleId="Bold">
    <w:name w:val="Bold"/>
    <w:uiPriority w:val="1"/>
    <w:qFormat/>
    <w:rsid w:val="00116AFA"/>
    <w:rPr>
      <w:b/>
      <w:color w:val="auto"/>
    </w:rPr>
  </w:style>
  <w:style w:type="paragraph" w:customStyle="1" w:styleId="FA5F5B2C823B4F3B8E0370D859BB2964">
    <w:name w:val="FA5F5B2C823B4F3B8E0370D859BB2964"/>
  </w:style>
  <w:style w:type="paragraph" w:customStyle="1" w:styleId="ED3273A201E7405DB1762C5107BCA3F9">
    <w:name w:val="ED3273A201E7405DB1762C5107BCA3F9"/>
  </w:style>
  <w:style w:type="paragraph" w:customStyle="1" w:styleId="7BB44AEC968B4CD987D7D292C05DA825">
    <w:name w:val="7BB44AEC968B4CD987D7D292C05DA825"/>
  </w:style>
  <w:style w:type="paragraph" w:customStyle="1" w:styleId="D91CBDD975AA444A879452DBBAF42296">
    <w:name w:val="D91CBDD975AA444A879452DBBAF42296"/>
  </w:style>
  <w:style w:type="paragraph" w:customStyle="1" w:styleId="776AC559871745E5A3591FC0D3DF8C12">
    <w:name w:val="776AC559871745E5A3591FC0D3DF8C12"/>
  </w:style>
  <w:style w:type="paragraph" w:customStyle="1" w:styleId="43923053681547DDA1637360A2AF29E6">
    <w:name w:val="43923053681547DDA1637360A2AF29E6"/>
  </w:style>
  <w:style w:type="paragraph" w:customStyle="1" w:styleId="C7BF0A5BF0174A7FB06314ADE11D9ED4">
    <w:name w:val="C7BF0A5BF0174A7FB06314ADE11D9ED4"/>
  </w:style>
  <w:style w:type="paragraph" w:customStyle="1" w:styleId="BAEEA13342D344369289257777E8CD0F">
    <w:name w:val="BAEEA13342D344369289257777E8CD0F"/>
  </w:style>
  <w:style w:type="paragraph" w:customStyle="1" w:styleId="D23B7B70FF034A69A391D92EFA7824C9">
    <w:name w:val="D23B7B70FF034A69A391D92EFA7824C9"/>
  </w:style>
  <w:style w:type="paragraph" w:customStyle="1" w:styleId="59B3290CF24341AE8905C0754479FA35">
    <w:name w:val="59B3290CF24341AE8905C0754479FA35"/>
  </w:style>
  <w:style w:type="paragraph" w:customStyle="1" w:styleId="0F20CF434E064C55A745136A47820DA1">
    <w:name w:val="0F20CF434E064C55A745136A47820DA1"/>
  </w:style>
  <w:style w:type="paragraph" w:customStyle="1" w:styleId="37F0B5CFEDC94FC4821FF23BD8424B3D">
    <w:name w:val="37F0B5CFEDC94FC4821FF23BD8424B3D"/>
  </w:style>
  <w:style w:type="paragraph" w:customStyle="1" w:styleId="E45E5433A9B34254B59D8AB8767B8267">
    <w:name w:val="E45E5433A9B34254B59D8AB8767B8267"/>
  </w:style>
  <w:style w:type="paragraph" w:customStyle="1" w:styleId="963EEB59C56346058FC0A3FCCA0F3EDC">
    <w:name w:val="963EEB59C56346058FC0A3FCCA0F3EDC"/>
  </w:style>
  <w:style w:type="paragraph" w:customStyle="1" w:styleId="5AE241FF1A6748A5BC5B06B10CADDF7A">
    <w:name w:val="5AE241FF1A6748A5BC5B06B10CADDF7A"/>
  </w:style>
  <w:style w:type="paragraph" w:customStyle="1" w:styleId="66D4B1086582445D86E6980025D55B79">
    <w:name w:val="66D4B1086582445D86E6980025D55B79"/>
  </w:style>
  <w:style w:type="paragraph" w:customStyle="1" w:styleId="4B255F74FCBB4469B662F1B3045EDA86">
    <w:name w:val="4B255F74FCBB4469B662F1B3045EDA86"/>
  </w:style>
  <w:style w:type="paragraph" w:customStyle="1" w:styleId="6CE7D7D30E2043359B96D2AE42697806">
    <w:name w:val="6CE7D7D30E2043359B96D2AE42697806"/>
  </w:style>
  <w:style w:type="paragraph" w:customStyle="1" w:styleId="BCF9102484984B639B898EFA1B486CA8">
    <w:name w:val="BCF9102484984B639B898EFA1B486CA8"/>
  </w:style>
  <w:style w:type="paragraph" w:customStyle="1" w:styleId="5BA7158B6B8B4022BEA26C4DDA519596">
    <w:name w:val="5BA7158B6B8B4022BEA26C4DDA519596"/>
  </w:style>
  <w:style w:type="paragraph" w:customStyle="1" w:styleId="04D15A776B2C4875A74854256BEB70B5">
    <w:name w:val="04D15A776B2C4875A74854256BEB70B5"/>
  </w:style>
  <w:style w:type="paragraph" w:customStyle="1" w:styleId="14F005569F274DA6B07A884064FA2168">
    <w:name w:val="14F005569F274DA6B07A884064FA2168"/>
  </w:style>
  <w:style w:type="paragraph" w:customStyle="1" w:styleId="0613A9C09C584A5B93C949E679EEB7CC">
    <w:name w:val="0613A9C09C584A5B93C949E679EEB7CC"/>
  </w:style>
  <w:style w:type="paragraph" w:customStyle="1" w:styleId="636AFAA0C4F3476D934DA2A6CBF35563">
    <w:name w:val="636AFAA0C4F3476D934DA2A6CBF35563"/>
  </w:style>
  <w:style w:type="paragraph" w:customStyle="1" w:styleId="B8A6D960E05445D685042F0C04BCFAF2">
    <w:name w:val="B8A6D960E05445D685042F0C04BCFAF2"/>
  </w:style>
  <w:style w:type="paragraph" w:customStyle="1" w:styleId="28CCD654C26C437E8467C0809DDF4926">
    <w:name w:val="28CCD654C26C437E8467C0809DDF4926"/>
  </w:style>
  <w:style w:type="paragraph" w:customStyle="1" w:styleId="5FFC6F24F7DD4AA4B13D8D89D02AAC87">
    <w:name w:val="5FFC6F24F7DD4AA4B13D8D89D02AAC87"/>
  </w:style>
  <w:style w:type="paragraph" w:customStyle="1" w:styleId="A91E94F550964936A1420938737DD579">
    <w:name w:val="A91E94F550964936A1420938737DD579"/>
  </w:style>
  <w:style w:type="paragraph" w:customStyle="1" w:styleId="DBDC887C1B2846DF88156CC87F1909B4">
    <w:name w:val="DBDC887C1B2846DF88156CC87F1909B4"/>
  </w:style>
  <w:style w:type="paragraph" w:customStyle="1" w:styleId="4588E21B7D45445D94CF85DDF2D599C4">
    <w:name w:val="4588E21B7D45445D94CF85DDF2D599C4"/>
  </w:style>
  <w:style w:type="paragraph" w:customStyle="1" w:styleId="267D70D3C7B54C3BAB6199BE21355182">
    <w:name w:val="267D70D3C7B54C3BAB6199BE21355182"/>
  </w:style>
  <w:style w:type="paragraph" w:customStyle="1" w:styleId="4E2FCFAA7BBD4128919D98E39BAC761F">
    <w:name w:val="4E2FCFAA7BBD4128919D98E39BAC761F"/>
  </w:style>
  <w:style w:type="paragraph" w:customStyle="1" w:styleId="8C680C72DA3D44F2A8FD719D1BCC0E85">
    <w:name w:val="8C680C72DA3D44F2A8FD719D1BCC0E85"/>
  </w:style>
  <w:style w:type="paragraph" w:customStyle="1" w:styleId="A809D477BC7544BA8D3EA4DFE57BEC9A">
    <w:name w:val="A809D477BC7544BA8D3EA4DFE57BEC9A"/>
  </w:style>
  <w:style w:type="paragraph" w:customStyle="1" w:styleId="E6CA2EC18D854CD5A1B84CD573DEC116">
    <w:name w:val="E6CA2EC18D854CD5A1B84CD573DEC116"/>
  </w:style>
  <w:style w:type="paragraph" w:customStyle="1" w:styleId="40211F3345904AD3B3E92D1993B3C22D">
    <w:name w:val="40211F3345904AD3B3E92D1993B3C22D"/>
  </w:style>
  <w:style w:type="paragraph" w:customStyle="1" w:styleId="F45C1BC078B545629CF49BB7D94C65CF">
    <w:name w:val="F45C1BC078B545629CF49BB7D94C65CF"/>
  </w:style>
  <w:style w:type="paragraph" w:customStyle="1" w:styleId="0AA4282DD4A044FFB76DA84CD77306D1">
    <w:name w:val="0AA4282DD4A044FFB76DA84CD77306D1"/>
  </w:style>
  <w:style w:type="paragraph" w:customStyle="1" w:styleId="17829511E38343B3AB447C7E6CA07420">
    <w:name w:val="17829511E38343B3AB447C7E6CA07420"/>
  </w:style>
  <w:style w:type="paragraph" w:customStyle="1" w:styleId="47360ECA5CF14AB696DFB44A36989BB7">
    <w:name w:val="47360ECA5CF14AB696DFB44A36989BB7"/>
  </w:style>
  <w:style w:type="paragraph" w:customStyle="1" w:styleId="49A01BC71FA743C9BB94F9C2CDF0BBA8">
    <w:name w:val="49A01BC71FA743C9BB94F9C2CDF0BBA8"/>
  </w:style>
  <w:style w:type="paragraph" w:customStyle="1" w:styleId="DB65374839CE47EF9D6EEE103C4DD2A1">
    <w:name w:val="DB65374839CE47EF9D6EEE103C4DD2A1"/>
  </w:style>
  <w:style w:type="paragraph" w:customStyle="1" w:styleId="B783838445044CA0B3436DD40CC69861">
    <w:name w:val="B783838445044CA0B3436DD40CC69861"/>
  </w:style>
  <w:style w:type="paragraph" w:customStyle="1" w:styleId="355CB7C78E3541B389D6B17B3C1CA20D">
    <w:name w:val="355CB7C78E3541B389D6B17B3C1CA20D"/>
  </w:style>
  <w:style w:type="paragraph" w:customStyle="1" w:styleId="9BA3BF13D03D4443B11031FF400D84E9">
    <w:name w:val="9BA3BF13D03D4443B11031FF400D84E9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 w:line="240" w:lineRule="auto"/>
      <w:contextualSpacing/>
    </w:pPr>
    <w:rPr>
      <w:szCs w:val="21"/>
      <w:lang w:val="en-US" w:eastAsia="ja-JP"/>
    </w:rPr>
  </w:style>
  <w:style w:type="paragraph" w:customStyle="1" w:styleId="DA1026B4BE494C2DB0E8C020B0E231FB">
    <w:name w:val="DA1026B4BE494C2DB0E8C020B0E231FB"/>
  </w:style>
  <w:style w:type="paragraph" w:customStyle="1" w:styleId="E4059545CAD94AA1BD6A0283251DFDB1">
    <w:name w:val="E4059545CAD94AA1BD6A0283251DFDB1"/>
  </w:style>
  <w:style w:type="paragraph" w:customStyle="1" w:styleId="461C03BF8C064A589EE52F4DEB4EF3E8">
    <w:name w:val="461C03BF8C064A589EE52F4DEB4EF3E8"/>
  </w:style>
  <w:style w:type="paragraph" w:customStyle="1" w:styleId="0DA9FE1AB06542DC83ED47DE61BE9590">
    <w:name w:val="0DA9FE1AB06542DC83ED47DE61BE9590"/>
  </w:style>
  <w:style w:type="paragraph" w:customStyle="1" w:styleId="4E7B082256A2484D8F8EB93A45DD2A12">
    <w:name w:val="4E7B082256A2484D8F8EB93A45DD2A12"/>
  </w:style>
  <w:style w:type="paragraph" w:customStyle="1" w:styleId="F23614E159B74737B892581A560122BB">
    <w:name w:val="F23614E159B74737B892581A560122BB"/>
  </w:style>
  <w:style w:type="paragraph" w:customStyle="1" w:styleId="7097C488D6C8416487E03C92DF6A3929">
    <w:name w:val="7097C488D6C8416487E03C92DF6A3929"/>
  </w:style>
  <w:style w:type="paragraph" w:customStyle="1" w:styleId="19B9BE253AB34F5EB1E4A879E73BB35E">
    <w:name w:val="19B9BE253AB34F5EB1E4A879E73BB35E"/>
  </w:style>
  <w:style w:type="paragraph" w:customStyle="1" w:styleId="28B697FE772B48F98EEC64D8D465DF74">
    <w:name w:val="28B697FE772B48F98EEC64D8D465DF74"/>
  </w:style>
  <w:style w:type="paragraph" w:customStyle="1" w:styleId="64CBAECD21CC4A03995FF7671B51A699">
    <w:name w:val="64CBAECD21CC4A03995FF7671B51A699"/>
  </w:style>
  <w:style w:type="paragraph" w:customStyle="1" w:styleId="5B8E8217A29A49C2914D3F3E21201770">
    <w:name w:val="5B8E8217A29A49C2914D3F3E21201770"/>
  </w:style>
  <w:style w:type="paragraph" w:customStyle="1" w:styleId="155BDC15534144F9A2C8546468E8203D">
    <w:name w:val="155BDC15534144F9A2C8546468E8203D"/>
    <w:rsid w:val="00116AFA"/>
  </w:style>
  <w:style w:type="paragraph" w:customStyle="1" w:styleId="B867D480911E443DAE0282FB2B2021E7">
    <w:name w:val="B867D480911E443DAE0282FB2B2021E7"/>
    <w:rsid w:val="00116AFA"/>
  </w:style>
  <w:style w:type="paragraph" w:customStyle="1" w:styleId="148C1298586347AC97FE253E87019E1C">
    <w:name w:val="148C1298586347AC97FE253E87019E1C"/>
    <w:rsid w:val="00116AFA"/>
  </w:style>
  <w:style w:type="paragraph" w:customStyle="1" w:styleId="4F4B16450E224598B99F85980B9E5DE4">
    <w:name w:val="4F4B16450E224598B99F85980B9E5DE4"/>
    <w:rsid w:val="00116AFA"/>
  </w:style>
  <w:style w:type="paragraph" w:customStyle="1" w:styleId="1C2F14AF9D1647BEA7EA4AB3BFAEDA7B">
    <w:name w:val="1C2F14AF9D1647BEA7EA4AB3BFAEDA7B"/>
    <w:rsid w:val="00116A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Title" w:semiHidden="0" w:uiPriority="6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val="en-US" w:eastAsia="ja-JP"/>
    </w:rPr>
  </w:style>
  <w:style w:type="paragraph" w:customStyle="1" w:styleId="B218AF85F8EA41389DBAD2BB86C4054E">
    <w:name w:val="B218AF85F8EA41389DBAD2BB86C4054E"/>
  </w:style>
  <w:style w:type="paragraph" w:customStyle="1" w:styleId="8C9EDF1E6E8D485FA71F74E633815BEE">
    <w:name w:val="8C9EDF1E6E8D485FA71F74E633815BEE"/>
  </w:style>
  <w:style w:type="character" w:customStyle="1" w:styleId="Bold">
    <w:name w:val="Bold"/>
    <w:uiPriority w:val="1"/>
    <w:qFormat/>
    <w:rsid w:val="00116AFA"/>
    <w:rPr>
      <w:b/>
      <w:color w:val="auto"/>
    </w:rPr>
  </w:style>
  <w:style w:type="paragraph" w:customStyle="1" w:styleId="FA5F5B2C823B4F3B8E0370D859BB2964">
    <w:name w:val="FA5F5B2C823B4F3B8E0370D859BB2964"/>
  </w:style>
  <w:style w:type="paragraph" w:customStyle="1" w:styleId="ED3273A201E7405DB1762C5107BCA3F9">
    <w:name w:val="ED3273A201E7405DB1762C5107BCA3F9"/>
  </w:style>
  <w:style w:type="paragraph" w:customStyle="1" w:styleId="7BB44AEC968B4CD987D7D292C05DA825">
    <w:name w:val="7BB44AEC968B4CD987D7D292C05DA825"/>
  </w:style>
  <w:style w:type="paragraph" w:customStyle="1" w:styleId="D91CBDD975AA444A879452DBBAF42296">
    <w:name w:val="D91CBDD975AA444A879452DBBAF42296"/>
  </w:style>
  <w:style w:type="paragraph" w:customStyle="1" w:styleId="776AC559871745E5A3591FC0D3DF8C12">
    <w:name w:val="776AC559871745E5A3591FC0D3DF8C12"/>
  </w:style>
  <w:style w:type="paragraph" w:customStyle="1" w:styleId="43923053681547DDA1637360A2AF29E6">
    <w:name w:val="43923053681547DDA1637360A2AF29E6"/>
  </w:style>
  <w:style w:type="paragraph" w:customStyle="1" w:styleId="C7BF0A5BF0174A7FB06314ADE11D9ED4">
    <w:name w:val="C7BF0A5BF0174A7FB06314ADE11D9ED4"/>
  </w:style>
  <w:style w:type="paragraph" w:customStyle="1" w:styleId="BAEEA13342D344369289257777E8CD0F">
    <w:name w:val="BAEEA13342D344369289257777E8CD0F"/>
  </w:style>
  <w:style w:type="paragraph" w:customStyle="1" w:styleId="D23B7B70FF034A69A391D92EFA7824C9">
    <w:name w:val="D23B7B70FF034A69A391D92EFA7824C9"/>
  </w:style>
  <w:style w:type="paragraph" w:customStyle="1" w:styleId="59B3290CF24341AE8905C0754479FA35">
    <w:name w:val="59B3290CF24341AE8905C0754479FA35"/>
  </w:style>
  <w:style w:type="paragraph" w:customStyle="1" w:styleId="0F20CF434E064C55A745136A47820DA1">
    <w:name w:val="0F20CF434E064C55A745136A47820DA1"/>
  </w:style>
  <w:style w:type="paragraph" w:customStyle="1" w:styleId="37F0B5CFEDC94FC4821FF23BD8424B3D">
    <w:name w:val="37F0B5CFEDC94FC4821FF23BD8424B3D"/>
  </w:style>
  <w:style w:type="paragraph" w:customStyle="1" w:styleId="E45E5433A9B34254B59D8AB8767B8267">
    <w:name w:val="E45E5433A9B34254B59D8AB8767B8267"/>
  </w:style>
  <w:style w:type="paragraph" w:customStyle="1" w:styleId="963EEB59C56346058FC0A3FCCA0F3EDC">
    <w:name w:val="963EEB59C56346058FC0A3FCCA0F3EDC"/>
  </w:style>
  <w:style w:type="paragraph" w:customStyle="1" w:styleId="5AE241FF1A6748A5BC5B06B10CADDF7A">
    <w:name w:val="5AE241FF1A6748A5BC5B06B10CADDF7A"/>
  </w:style>
  <w:style w:type="paragraph" w:customStyle="1" w:styleId="66D4B1086582445D86E6980025D55B79">
    <w:name w:val="66D4B1086582445D86E6980025D55B79"/>
  </w:style>
  <w:style w:type="paragraph" w:customStyle="1" w:styleId="4B255F74FCBB4469B662F1B3045EDA86">
    <w:name w:val="4B255F74FCBB4469B662F1B3045EDA86"/>
  </w:style>
  <w:style w:type="paragraph" w:customStyle="1" w:styleId="6CE7D7D30E2043359B96D2AE42697806">
    <w:name w:val="6CE7D7D30E2043359B96D2AE42697806"/>
  </w:style>
  <w:style w:type="paragraph" w:customStyle="1" w:styleId="BCF9102484984B639B898EFA1B486CA8">
    <w:name w:val="BCF9102484984B639B898EFA1B486CA8"/>
  </w:style>
  <w:style w:type="paragraph" w:customStyle="1" w:styleId="5BA7158B6B8B4022BEA26C4DDA519596">
    <w:name w:val="5BA7158B6B8B4022BEA26C4DDA519596"/>
  </w:style>
  <w:style w:type="paragraph" w:customStyle="1" w:styleId="04D15A776B2C4875A74854256BEB70B5">
    <w:name w:val="04D15A776B2C4875A74854256BEB70B5"/>
  </w:style>
  <w:style w:type="paragraph" w:customStyle="1" w:styleId="14F005569F274DA6B07A884064FA2168">
    <w:name w:val="14F005569F274DA6B07A884064FA2168"/>
  </w:style>
  <w:style w:type="paragraph" w:customStyle="1" w:styleId="0613A9C09C584A5B93C949E679EEB7CC">
    <w:name w:val="0613A9C09C584A5B93C949E679EEB7CC"/>
  </w:style>
  <w:style w:type="paragraph" w:customStyle="1" w:styleId="636AFAA0C4F3476D934DA2A6CBF35563">
    <w:name w:val="636AFAA0C4F3476D934DA2A6CBF35563"/>
  </w:style>
  <w:style w:type="paragraph" w:customStyle="1" w:styleId="B8A6D960E05445D685042F0C04BCFAF2">
    <w:name w:val="B8A6D960E05445D685042F0C04BCFAF2"/>
  </w:style>
  <w:style w:type="paragraph" w:customStyle="1" w:styleId="28CCD654C26C437E8467C0809DDF4926">
    <w:name w:val="28CCD654C26C437E8467C0809DDF4926"/>
  </w:style>
  <w:style w:type="paragraph" w:customStyle="1" w:styleId="5FFC6F24F7DD4AA4B13D8D89D02AAC87">
    <w:name w:val="5FFC6F24F7DD4AA4B13D8D89D02AAC87"/>
  </w:style>
  <w:style w:type="paragraph" w:customStyle="1" w:styleId="A91E94F550964936A1420938737DD579">
    <w:name w:val="A91E94F550964936A1420938737DD579"/>
  </w:style>
  <w:style w:type="paragraph" w:customStyle="1" w:styleId="DBDC887C1B2846DF88156CC87F1909B4">
    <w:name w:val="DBDC887C1B2846DF88156CC87F1909B4"/>
  </w:style>
  <w:style w:type="paragraph" w:customStyle="1" w:styleId="4588E21B7D45445D94CF85DDF2D599C4">
    <w:name w:val="4588E21B7D45445D94CF85DDF2D599C4"/>
  </w:style>
  <w:style w:type="paragraph" w:customStyle="1" w:styleId="267D70D3C7B54C3BAB6199BE21355182">
    <w:name w:val="267D70D3C7B54C3BAB6199BE21355182"/>
  </w:style>
  <w:style w:type="paragraph" w:customStyle="1" w:styleId="4E2FCFAA7BBD4128919D98E39BAC761F">
    <w:name w:val="4E2FCFAA7BBD4128919D98E39BAC761F"/>
  </w:style>
  <w:style w:type="paragraph" w:customStyle="1" w:styleId="8C680C72DA3D44F2A8FD719D1BCC0E85">
    <w:name w:val="8C680C72DA3D44F2A8FD719D1BCC0E85"/>
  </w:style>
  <w:style w:type="paragraph" w:customStyle="1" w:styleId="A809D477BC7544BA8D3EA4DFE57BEC9A">
    <w:name w:val="A809D477BC7544BA8D3EA4DFE57BEC9A"/>
  </w:style>
  <w:style w:type="paragraph" w:customStyle="1" w:styleId="E6CA2EC18D854CD5A1B84CD573DEC116">
    <w:name w:val="E6CA2EC18D854CD5A1B84CD573DEC116"/>
  </w:style>
  <w:style w:type="paragraph" w:customStyle="1" w:styleId="40211F3345904AD3B3E92D1993B3C22D">
    <w:name w:val="40211F3345904AD3B3E92D1993B3C22D"/>
  </w:style>
  <w:style w:type="paragraph" w:customStyle="1" w:styleId="F45C1BC078B545629CF49BB7D94C65CF">
    <w:name w:val="F45C1BC078B545629CF49BB7D94C65CF"/>
  </w:style>
  <w:style w:type="paragraph" w:customStyle="1" w:styleId="0AA4282DD4A044FFB76DA84CD77306D1">
    <w:name w:val="0AA4282DD4A044FFB76DA84CD77306D1"/>
  </w:style>
  <w:style w:type="paragraph" w:customStyle="1" w:styleId="17829511E38343B3AB447C7E6CA07420">
    <w:name w:val="17829511E38343B3AB447C7E6CA07420"/>
  </w:style>
  <w:style w:type="paragraph" w:customStyle="1" w:styleId="47360ECA5CF14AB696DFB44A36989BB7">
    <w:name w:val="47360ECA5CF14AB696DFB44A36989BB7"/>
  </w:style>
  <w:style w:type="paragraph" w:customStyle="1" w:styleId="49A01BC71FA743C9BB94F9C2CDF0BBA8">
    <w:name w:val="49A01BC71FA743C9BB94F9C2CDF0BBA8"/>
  </w:style>
  <w:style w:type="paragraph" w:customStyle="1" w:styleId="DB65374839CE47EF9D6EEE103C4DD2A1">
    <w:name w:val="DB65374839CE47EF9D6EEE103C4DD2A1"/>
  </w:style>
  <w:style w:type="paragraph" w:customStyle="1" w:styleId="B783838445044CA0B3436DD40CC69861">
    <w:name w:val="B783838445044CA0B3436DD40CC69861"/>
  </w:style>
  <w:style w:type="paragraph" w:customStyle="1" w:styleId="355CB7C78E3541B389D6B17B3C1CA20D">
    <w:name w:val="355CB7C78E3541B389D6B17B3C1CA20D"/>
  </w:style>
  <w:style w:type="paragraph" w:customStyle="1" w:styleId="9BA3BF13D03D4443B11031FF400D84E9">
    <w:name w:val="9BA3BF13D03D4443B11031FF400D84E9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 w:line="240" w:lineRule="auto"/>
      <w:contextualSpacing/>
    </w:pPr>
    <w:rPr>
      <w:szCs w:val="21"/>
      <w:lang w:val="en-US" w:eastAsia="ja-JP"/>
    </w:rPr>
  </w:style>
  <w:style w:type="paragraph" w:customStyle="1" w:styleId="DA1026B4BE494C2DB0E8C020B0E231FB">
    <w:name w:val="DA1026B4BE494C2DB0E8C020B0E231FB"/>
  </w:style>
  <w:style w:type="paragraph" w:customStyle="1" w:styleId="E4059545CAD94AA1BD6A0283251DFDB1">
    <w:name w:val="E4059545CAD94AA1BD6A0283251DFDB1"/>
  </w:style>
  <w:style w:type="paragraph" w:customStyle="1" w:styleId="461C03BF8C064A589EE52F4DEB4EF3E8">
    <w:name w:val="461C03BF8C064A589EE52F4DEB4EF3E8"/>
  </w:style>
  <w:style w:type="paragraph" w:customStyle="1" w:styleId="0DA9FE1AB06542DC83ED47DE61BE9590">
    <w:name w:val="0DA9FE1AB06542DC83ED47DE61BE9590"/>
  </w:style>
  <w:style w:type="paragraph" w:customStyle="1" w:styleId="4E7B082256A2484D8F8EB93A45DD2A12">
    <w:name w:val="4E7B082256A2484D8F8EB93A45DD2A12"/>
  </w:style>
  <w:style w:type="paragraph" w:customStyle="1" w:styleId="F23614E159B74737B892581A560122BB">
    <w:name w:val="F23614E159B74737B892581A560122BB"/>
  </w:style>
  <w:style w:type="paragraph" w:customStyle="1" w:styleId="7097C488D6C8416487E03C92DF6A3929">
    <w:name w:val="7097C488D6C8416487E03C92DF6A3929"/>
  </w:style>
  <w:style w:type="paragraph" w:customStyle="1" w:styleId="19B9BE253AB34F5EB1E4A879E73BB35E">
    <w:name w:val="19B9BE253AB34F5EB1E4A879E73BB35E"/>
  </w:style>
  <w:style w:type="paragraph" w:customStyle="1" w:styleId="28B697FE772B48F98EEC64D8D465DF74">
    <w:name w:val="28B697FE772B48F98EEC64D8D465DF74"/>
  </w:style>
  <w:style w:type="paragraph" w:customStyle="1" w:styleId="64CBAECD21CC4A03995FF7671B51A699">
    <w:name w:val="64CBAECD21CC4A03995FF7671B51A699"/>
  </w:style>
  <w:style w:type="paragraph" w:customStyle="1" w:styleId="5B8E8217A29A49C2914D3F3E21201770">
    <w:name w:val="5B8E8217A29A49C2914D3F3E21201770"/>
  </w:style>
  <w:style w:type="paragraph" w:customStyle="1" w:styleId="155BDC15534144F9A2C8546468E8203D">
    <w:name w:val="155BDC15534144F9A2C8546468E8203D"/>
    <w:rsid w:val="00116AFA"/>
  </w:style>
  <w:style w:type="paragraph" w:customStyle="1" w:styleId="B867D480911E443DAE0282FB2B2021E7">
    <w:name w:val="B867D480911E443DAE0282FB2B2021E7"/>
    <w:rsid w:val="00116AFA"/>
  </w:style>
  <w:style w:type="paragraph" w:customStyle="1" w:styleId="148C1298586347AC97FE253E87019E1C">
    <w:name w:val="148C1298586347AC97FE253E87019E1C"/>
    <w:rsid w:val="00116AFA"/>
  </w:style>
  <w:style w:type="paragraph" w:customStyle="1" w:styleId="4F4B16450E224598B99F85980B9E5DE4">
    <w:name w:val="4F4B16450E224598B99F85980B9E5DE4"/>
    <w:rsid w:val="00116AFA"/>
  </w:style>
  <w:style w:type="paragraph" w:customStyle="1" w:styleId="1C2F14AF9D1647BEA7EA4AB3BFAEDA7B">
    <w:name w:val="1C2F14AF9D1647BEA7EA4AB3BFAEDA7B"/>
    <w:rsid w:val="00116A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0F400"/>
      </a:accent1>
      <a:accent2>
        <a:srgbClr val="05D74D"/>
      </a:accent2>
      <a:accent3>
        <a:srgbClr val="2F3342"/>
      </a:accent3>
      <a:accent4>
        <a:srgbClr val="038B30"/>
      </a:accent4>
      <a:accent5>
        <a:srgbClr val="05EE55"/>
      </a:accent5>
      <a:accent6>
        <a:srgbClr val="70AD47"/>
      </a:accent6>
      <a:hlink>
        <a:srgbClr val="05D74D"/>
      </a:hlink>
      <a:folHlink>
        <a:srgbClr val="C0F400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0929FACA-0367-4DBE-BFE4-9FFF75463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tf33914461.dotx</Template>
  <TotalTime>0</TotalTime>
  <Pages>3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2021-04-19T13:39:00Z</dcterms:created>
  <dcterms:modified xsi:type="dcterms:W3CDTF">2021-05-14T08:31:00Z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